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bookmarkStart w:id="0" w:name="_GoBack"/>
      <w:bookmarkEnd w:id="0"/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noProof/>
        </w:rPr>
        <w:drawing>
          <wp:anchor distT="0" distB="89983310" distL="492252" distR="350139" simplePos="0" relativeHeight="251658240" behindDoc="1" locked="0" layoutInCell="1" allowOverlap="1">
            <wp:simplePos x="0" y="0"/>
            <wp:positionH relativeFrom="column">
              <wp:posOffset>123952</wp:posOffset>
            </wp:positionH>
            <wp:positionV relativeFrom="paragraph">
              <wp:posOffset>84455</wp:posOffset>
            </wp:positionV>
            <wp:extent cx="5696077" cy="3828923"/>
            <wp:effectExtent l="19050" t="0" r="19050" b="2915285"/>
            <wp:wrapNone/>
            <wp:docPr id="13" name="Obrázok 20" descr="C:\Users\subz3ro\Downloads\Untitled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ok 20" descr="C:\Users\subz3ro\Downloads\Untitl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sz w:val="20"/>
          <w:szCs w:val="20"/>
          <w:lang w:val="en-US"/>
        </w:rPr>
        <w:t> ┌────────────∙·                                                 ·∙─────────┐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∙                                                       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·                                                       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            </w:t>
      </w:r>
      <w:r>
        <w:rPr>
          <w:rFonts w:ascii="Courier New" w:hAnsi="Courier New" w:cs="Courier New"/>
          <w:b/>
          <w:sz w:val="20"/>
          <w:szCs w:val="20"/>
          <w:lang w:val="en-US"/>
        </w:rPr>
        <w:t>subz3ro's 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          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161925</wp:posOffset>
            </wp:positionV>
            <wp:extent cx="333375" cy="333375"/>
            <wp:effectExtent l="0" t="0" r="9525" b="9525"/>
            <wp:wrapNone/>
            <wp:docPr id="1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sz w:val="20"/>
          <w:szCs w:val="20"/>
          <w:lang w:val="en-US"/>
        </w:rPr>
        <w:t>                                 </w:t>
      </w:r>
      <w:r>
        <w:rPr>
          <w:rFonts w:ascii="Courier New" w:hAnsi="Courier New" w:cs="Courier New"/>
          <w:b/>
          <w:sz w:val="20"/>
          <w:szCs w:val="20"/>
          <w:lang w:val="en-US"/>
        </w:rPr>
        <w:t>─┬─       ──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    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 /┤</w:t>
      </w:r>
      <w:r>
        <w:rPr>
          <w:rFonts w:ascii="Courier New" w:hAnsi="Courier New" w:cs="Courier New"/>
          <w:b/>
          <w:sz w:val="20"/>
          <w:szCs w:val="20"/>
          <w:lang w:val="en-US"/>
        </w:rPr>
        <w:t>DLiB│R/┤CK3R ││ SDL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  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            </w:t>
      </w:r>
      <w:r>
        <w:rPr>
          <w:rFonts w:ascii="Courier New" w:hAnsi="Courier New" w:cs="Courier New"/>
          <w:b/>
          <w:sz w:val="20"/>
          <w:szCs w:val="20"/>
          <w:lang w:val="en-US"/>
        </w:rPr>
        <w:t>│       │     ──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    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                                      2.4.2</w:t>
      </w:r>
      <w:r w:rsidR="00807E3E">
        <w:rPr>
          <w:rFonts w:ascii="Courier New" w:hAnsi="Courier New" w:cs="Courier New"/>
          <w:b/>
          <w:sz w:val="20"/>
          <w:szCs w:val="20"/>
          <w:lang w:val="en-US"/>
        </w:rPr>
        <w:t>5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    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                              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                                                             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                                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CONTENTS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                                                    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                                                     ·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   I. PROLOGUE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  II. SCREEN LAYOUT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 III.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fr-FR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   </w:t>
      </w:r>
      <w:r>
        <w:rPr>
          <w:rFonts w:ascii="Courier New" w:hAnsi="Courier New" w:cs="Courier New"/>
          <w:b/>
          <w:sz w:val="20"/>
          <w:szCs w:val="20"/>
          <w:lang w:val="fr-FR"/>
        </w:rPr>
        <w:t>IV.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fr-FR"/>
        </w:rPr>
      </w:pPr>
      <w:r>
        <w:rPr>
          <w:rFonts w:ascii="Courier New" w:hAnsi="Courier New" w:cs="Courier New"/>
          <w:b/>
          <w:sz w:val="20"/>
          <w:szCs w:val="20"/>
          <w:lang w:val="fr-FR"/>
        </w:rPr>
        <w:t>    V. EFFECTS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fr-FR"/>
        </w:rPr>
      </w:pPr>
      <w:r>
        <w:rPr>
          <w:rFonts w:ascii="Courier New" w:hAnsi="Courier New" w:cs="Courier New"/>
          <w:b/>
          <w:sz w:val="20"/>
          <w:szCs w:val="20"/>
          <w:lang w:val="fr-FR"/>
        </w:rPr>
        <w:t>   VI. SONG VARiABLES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fr-FR"/>
        </w:rPr>
        <w:t xml:space="preserve">  </w:t>
      </w:r>
      <w:r>
        <w:rPr>
          <w:rFonts w:ascii="Courier New" w:hAnsi="Courier New" w:cs="Courier New"/>
          <w:b/>
          <w:sz w:val="20"/>
          <w:szCs w:val="20"/>
          <w:lang w:val="en-US"/>
        </w:rPr>
        <w:t>VII. GETTiNG STARTED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VIII. USEFUL TiPS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  IX. KNOWN PROBLEMS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   X. EPiLOGUE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I. PROLOGUE                </w:t>
      </w:r>
      <w:r>
        <w:rPr>
          <w:rFonts w:ascii="Courier New" w:hAnsi="Courier New" w:cs="Courier New"/>
          <w:sz w:val="20"/>
          <w:szCs w:val="20"/>
          <w:lang w:val="en-US"/>
        </w:rPr>
        <w:t>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·∙─────────────────┘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AdLib tracker is a 9-channel FM tracker for the OPL2-compatible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chips found on most sound cards.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 few years ago, there was a huge variety of AdLib trackers.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most common were: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Zwerg Zwack/Chicken's HSC-Tracker,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Jens-Christian Huus' EdLib,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Shayde's Reality AdLib Tracker,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Erik Pojar's Surprise! AdLib Tracker,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and the latest piece of cake - Conqueror's Amusic.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new way of AdLib tracking was just that missing part in scene,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splitting the two different worlds: a world of ugly CMF shit,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as Chicken used to say, and a world of sample based trackers, such as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FastTracker or Impulse Tracker.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above trackers became pretty popular and were used to produce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very nice FM music, short on size but high on quality. Such tunes were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included in many BBS intros and demos. Unfortunately, the things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went wrong, and AdLib tracking has come to fruition.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Nowadays, at the end of second Millennium, i decided to revive this part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of tracking history. Ladies and gentlemen, subz3ro is proud to present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a brandnew AdLib tool - /┤DLiB TR/┤CK3R ][.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may probably ask WHY? Let me use the words of Jens-Christian Huus,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one of the most common people in C64 and AdLib programming, the author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of EdLib: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"People begun to actually hate FM sounds. The arrival of GUS and AWE32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made wavetable techniques very popular and indeed it sounds very good,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but there are some things in the old FM standard that is unique.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 You can't fiddle with samples in the same way as you can with FM.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I personally never quite liked sampling, i find it downright boring.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With a FM chip it is like on a C64; you have a few parameters and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everything you do has to be done within these parameters.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These boundaries makes it funny to make music, to see how far you can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actually push AdLib. To do sounds on FM requires expertice but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if you're good at it, almost any instrument can be reproduced properly,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except perhaps drums."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HiGHLiGHTS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features best available software OPL3 playback to this date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supports 4-op instruments, melodic and percussion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supports up to 255 instruments, 128 patterns, 128 order list entries,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89 effect commands, and 24 extended commands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features 2 effect columns and instrument macro-definitions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loads following song formats: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A2M (AdT2)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A2P (AdT2) [pattern]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A2T (AdT2) [tiny module]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N1/ AMD (Amusic)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CFF (BoomTracker 4.0)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 </w:t>
      </w:r>
      <w:r>
        <w:rPr>
          <w:rFonts w:ascii="Courier New" w:hAnsi="Courier New" w:cs="Courier New"/>
          <w:sz w:val="20"/>
          <w:szCs w:val="20"/>
          <w:lang w:val="de-DE"/>
        </w:rPr>
        <w:t>DFM (Digital-FM)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 N2/ FMK (FM-Kingtracker)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     </w:t>
      </w:r>
      <w:r>
        <w:rPr>
          <w:rFonts w:ascii="Courier New" w:hAnsi="Courier New" w:cs="Courier New"/>
          <w:sz w:val="20"/>
          <w:szCs w:val="20"/>
          <w:lang w:val="en-US"/>
        </w:rPr>
        <w:t>HSC (HSC AdLib Composer / HSC-Tracker)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MTK (MPU-401 trÆkkεr)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RAD (Reality AdLib Tracker)       {ver.1}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N3/ S3M (Scream Tracker 3.x)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N4/ SAT (Surprise! AdLib Tracker)     {ver.1,5,6}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N4/ SA2 (Surprise! AdLib Tracker 2.0) {ver.8,9}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N1/ XMS (XMS-Tracker)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NOTE 1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Because of bug in Amusic's (and its crack XMS-Tracker's) replay routine,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Arpeggio effect used to generate buggy sounds. Since /┤DLiB TR/┤CK3R ][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ain't got a support for such buggy things, the Arpeggio effect may differ.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NOTE 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After conversion, the Tremolo and Vibrato effects may sound different,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because FM-Kingtracker uses slow speed table (not 100% emulated in AT2)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and optional waveform definitions that are currently not supported.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Also the Retrig Note effect is slightly different (if i should be honest,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 really couldn't get any sense of Sami's frame counting; all i could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do to make this effect sound way "authentic" was the frame correction during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conversion phase--and this ain't perfect, though :)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OPL3 setting is ignored, Stereo setting is accepted, Rhythm mode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 supported, because it was incorrectly implemented in earlier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versions of the tracker, and the author himself stopped supporting it.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Also the pattern order list will be truncated to 128 if exceeds.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NOTE 3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Conversion of these (primarily sample based) modules may not be 100% exact.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Therefore Slide Up/Down, Vibrato, and Tone Portamento effects may be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inaccurate after importing to /┤DLiB TR/┤CK3R ][.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Anyway, some experimental methods are used to fix up the fine-tuning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and frequency slide based Scream Tracker's effects during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conversion phase (experimental understand as "non-perfect" :)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Note that the optional vibrato/tremolo waveforms are not supported.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Also the pattern order list will be truncated to 128 if exceeds.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NOTE 4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Since Surprise! AdLib Tracker uses non-standard Volume Slide procedure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 replay routine, Volume Slide based effects may differ after importing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to /┤DLiB TR/┤CK3R ][. Anyway, an experimental method to fix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difference is used during conversion phase (blabla, same as above :)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special arpeggio is also currently not supported (anyway, there are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 SA2 modules using that feature, afaik :)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loads following instrument formats: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A2i (AdT2)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A2F (AdT2) [w/fm-register macro]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CiF (BoomTracker 4.0)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FiN (FM-Kingtracker)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iNS (HSC-Tracker/RAD-Tracker, SAdT, Amusic/AdLib instrument)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SBi (Creative Labs FM instrument)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SGi (Sound Generator 3.0)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type of "ins" file can be set up in configuration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neccessary (see option "force_ins").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loads following bank formats: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A2B (AdT2)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A2W (AdT2) [w/macros]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BNK (AdLib instrument bank) {ver.1.0}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FiB (FM-Kingtracker)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 iBK (Creative Labs FM instrument bank)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The tracker supports block operations, and has an instrument editor.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In addition, it features Tracing, Debugging, and a MidiBoard.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■ The tracker reads many of its settings from a configuration file.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It has strong support geared for row by row tracing, pausing,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and playing from any line in a pattern.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II. SCREEN LAYOUT          </w:t>
      </w:r>
      <w:r>
        <w:rPr>
          <w:rFonts w:ascii="Courier New" w:hAnsi="Courier New" w:cs="Courier New"/>
          <w:sz w:val="20"/>
          <w:szCs w:val="20"/>
          <w:lang w:val="en-US"/>
        </w:rPr>
        <w:t>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main window of the tracker is roughly composed of 5 parts: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A. The upper left hand window shows the Status of the song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(paused, playing, etc.), row number and order/pattern position,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current speed/tempo, time playing and file information.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B. The upper right hand window is the Pattern Order.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There the user can build the order by which the patterns are played.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C. The main window is the Pattern Editor with total count of 18/20 tracks,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5 tracks visible at a time, where the user can compose the song,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enter the notes, commands, number of instrument, and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D. The Status Line at the bottom where the user can keep track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of the different modes and the active mode which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highlighted (MBoard, Trace, Debug, Track, Synth!), active octave,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active instrument, behavior mode, a.o. The user should experiment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to gain familiarity with different modes that can be activated.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E. The bottom window under Pattern Editor shows the Volume Analyzer.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     User have to scroll up the rest of main screen to see it.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You can get all the volume information (carrier and modulator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output level, overall volume and global song volume,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approximate intensity in dB) there.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KEYBOARD CONVENTiONS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[A]</w:t>
      </w:r>
      <w:r>
        <w:rPr>
          <w:rFonts w:ascii="Courier New" w:hAnsi="Courier New" w:cs="Courier New"/>
          <w:sz w:val="20"/>
          <w:szCs w:val="20"/>
          <w:lang w:val="en-US"/>
        </w:rPr>
        <w:t>          means the 'a' key on your keyboard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[^A]</w:t>
      </w:r>
      <w:r>
        <w:rPr>
          <w:rFonts w:ascii="Courier New" w:hAnsi="Courier New" w:cs="Courier New"/>
          <w:sz w:val="20"/>
          <w:szCs w:val="20"/>
          <w:lang w:val="en-US"/>
        </w:rPr>
        <w:t>         means the 'a' key + [Ctrl]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A</w:t>
      </w:r>
      <w:r>
        <w:rPr>
          <w:rFonts w:ascii="Courier New" w:hAnsi="Courier New" w:cs="Courier New"/>
          <w:sz w:val="20"/>
          <w:szCs w:val="20"/>
          <w:lang w:val="en-US"/>
        </w:rPr>
        <w:t>    means the 'a' key + [Shift]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A</w:t>
      </w:r>
      <w:r>
        <w:rPr>
          <w:rFonts w:ascii="Courier New" w:hAnsi="Courier New" w:cs="Courier New"/>
          <w:sz w:val="20"/>
          <w:szCs w:val="20"/>
          <w:lang w:val="en-US"/>
        </w:rPr>
        <w:t>      means the 'a' key + [Alt]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^A</w:t>
      </w:r>
      <w:r>
        <w:rPr>
          <w:rFonts w:ascii="Courier New" w:hAnsi="Courier New" w:cs="Courier New"/>
          <w:sz w:val="20"/>
          <w:szCs w:val="20"/>
          <w:lang w:val="en-US"/>
        </w:rPr>
        <w:t>   means the 'a' key + [Ctrl] + [Shift]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^A</w:t>
      </w:r>
      <w:r>
        <w:rPr>
          <w:rFonts w:ascii="Courier New" w:hAnsi="Courier New" w:cs="Courier New"/>
          <w:sz w:val="20"/>
          <w:szCs w:val="20"/>
          <w:lang w:val="en-US"/>
        </w:rPr>
        <w:t>     means the 'a' key + [Ctrl] + [Alt]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 case of composite shortkeys, it is recommended to use following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order of pressing the keys: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1st: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(if any)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2nd: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or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or </w:t>
      </w:r>
      <w:r>
        <w:rPr>
          <w:rFonts w:ascii="Courier New" w:hAnsi="Courier New" w:cs="Courier New"/>
          <w:b/>
          <w:sz w:val="20"/>
          <w:szCs w:val="20"/>
          <w:lang w:val="en-US"/>
        </w:rPr>
        <w:t>[Tab]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(if any)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3rd: "ordinary" key (if any :)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  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>III. KEY REFERENCE</w:t>
      </w:r>
      <w:r>
        <w:rPr>
          <w:rFonts w:ascii="Courier New" w:hAnsi="Courier New" w:cs="Courier New"/>
          <w:sz w:val="20"/>
          <w:szCs w:val="20"/>
          <w:lang w:val="en-US"/>
        </w:rPr>
        <w:t>       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III/1. GENERAL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F1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Help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F2 (^S)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Save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F3 (^L)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Load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F4 (^A)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Toggle Nuke'm dialog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F5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Play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F6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Pause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F7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Stop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F8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Play song from current pattern or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F9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Play current pattern or order only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F8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 @F8 from current line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F9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 @F9 from current line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├ </w:t>
      </w:r>
      <w:r>
        <w:rPr>
          <w:rFonts w:ascii="Courier New" w:hAnsi="Courier New" w:cs="Courier New"/>
          <w:sz w:val="20"/>
          <w:szCs w:val="20"/>
          <w:lang w:val="en-US"/>
        </w:rPr>
        <w:t>(Pattern Editor)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F6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 Single-play pattern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┘ </w:t>
      </w:r>
      <w:r>
        <w:rPr>
          <w:rFonts w:ascii="Courier New" w:hAnsi="Courier New" w:cs="Courier New"/>
          <w:sz w:val="20"/>
          <w:szCs w:val="20"/>
          <w:lang w:val="en-US"/>
        </w:rPr>
        <w:t>(</w:t>
      </w:r>
      <w:r>
        <w:rPr>
          <w:rFonts w:ascii="Courier New" w:hAnsi="Courier New" w:cs="Courier New"/>
          <w:b/>
          <w:sz w:val="20"/>
          <w:szCs w:val="20"/>
          <w:lang w:val="en-US"/>
        </w:rPr>
        <w:t>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trace)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F5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 @F5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F8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           @F8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├ </w:t>
      </w:r>
      <w:r>
        <w:rPr>
          <w:rFonts w:ascii="Courier New" w:hAnsi="Courier New" w:cs="Courier New"/>
          <w:sz w:val="20"/>
          <w:szCs w:val="20"/>
          <w:lang w:val="en-US"/>
        </w:rPr>
        <w:t>without synchronization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F9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 @F9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Quick Save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F3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Quick Load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F5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F5 with Trace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F6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Toggle Debug mode from position at cursor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F8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F8 with Trace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F9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F9 with Trace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 Toggle MidiBoard mode ON/OFF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Toggle Note Recorder mode ON/OFF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(if possible)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 Skip to previous/next pattern while Tracing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+,-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Same as above; play pattern from start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WHEN iN NOTE RECORDER MODE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Select group of tracks for recording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Start recording from current position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Toggle using custom instrument for all tracks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┐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Toggle using present instruments in tracks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├ </w:t>
      </w:r>
      <w:r>
        <w:rPr>
          <w:rFonts w:ascii="Courier New" w:hAnsi="Courier New" w:cs="Courier New"/>
          <w:sz w:val="20"/>
          <w:szCs w:val="20"/>
          <w:lang w:val="en-US"/>
        </w:rPr>
        <w:t xml:space="preserve">ref.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Write notes to corresponding tracks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│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F8,F9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Toggle pattern repeat OFF/ON       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┘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Clear note/instrument sequence in tracks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 xml:space="preserve"> 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^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Clear complete note/instrument columns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Rewind/Fast-Forward while recording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Up,Down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Increase/Decrease row correction for writing notes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F6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Continue in Debug mode from position at cursor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F7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Stop recording and reset starting position;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current group of tracks can be modified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[Alt] 1..9,0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Toggle track channel ON/OFF (</w:t>
      </w:r>
      <w:r>
        <w:rPr>
          <w:rFonts w:ascii="Courier New" w:hAnsi="Courier New" w:cs="Courier New"/>
          <w:b/>
          <w:sz w:val="20"/>
          <w:szCs w:val="20"/>
          <w:lang w:val="en-US"/>
        </w:rPr>
        <w:t>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1</w:t>
      </w:r>
      <w:r>
        <w:rPr>
          <w:rFonts w:ascii="Courier New" w:hAnsi="Courier New" w:cs="Courier New"/>
          <w:b/>
          <w:sz w:val="20"/>
          <w:szCs w:val="20"/>
          <w:lang w:val="en-US"/>
        </w:rPr>
        <w:t>X</w:t>
      </w:r>
      <w:r>
        <w:rPr>
          <w:rFonts w:ascii="Courier New" w:hAnsi="Courier New" w:cs="Courier New"/>
          <w:sz w:val="20"/>
          <w:szCs w:val="20"/>
          <w:lang w:val="en-US"/>
        </w:rPr>
        <w:t xml:space="preserve">)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Reset flags on all tracks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* 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Reverse ON/OFF on all tracks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In case you need non-continuos track selection, you can choose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 xml:space="preserve">│ </w:t>
      </w:r>
      <w:r>
        <w:rPr>
          <w:rFonts w:ascii="Courier New" w:hAnsi="Courier New" w:cs="Courier New"/>
          <w:sz w:val="20"/>
          <w:szCs w:val="20"/>
          <w:lang w:val="en-US"/>
        </w:rPr>
        <w:t xml:space="preserve">from already selected group a subset of tracks where notes will be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written by manipulating track ON/OFF flags.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┌───────────────────────────────────────────────────────────────────┐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iF SONG iS PLAYED WiTH TRACE, iT CAN BE REMOVED WHiLE...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Enter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Playback is paused and cursor stays on position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Esc   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Cursor jumps to last position and playback continues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Cursor stays on position and playback continues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└───────────────────────────────────────────────────────────────────┘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playing with Trace and playing without synchronization can be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set up in configuration file (see options "trace_by_default"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and "nosync_by_default")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    Play next pattern according to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^Left  (Up)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Rewind current pattern (with Trace)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^Right (Down)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 Fast-Forward (with Trace)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[Ctrl]{Shift} Up,Down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playback speed up/down {fine stepping}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[Ctrl]{Shift} Up+Down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Reset playback speed {default speed}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[Ctrl][Alt] &lt;hold down&gt;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Temporarily show Debug Info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^B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Message Board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Debug Info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^Q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Instrument Macro Editor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^G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Arpeggio/Vibrato Macro Editor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^M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Macro Browser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^F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Song Variables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^H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Replace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^I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Instrument Control panel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Instrument Editor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^O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Octave Control panel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^P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Pattern List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Remap Instrument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Transpose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^X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Toggle Rearrange Tracks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^1..^8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Quick-set octave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+,- (Up,Down)</w:t>
      </w:r>
      <w:r>
        <w:rPr>
          <w:rFonts w:ascii="Courier New" w:hAnsi="Courier New" w:cs="Courier New"/>
          <w:sz w:val="20"/>
          <w:szCs w:val="20"/>
          <w:lang w:val="en-US"/>
        </w:rPr>
        <w:t>      Adjust volume level of sound output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              Copy object to clipboard (with selection)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P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Paste object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M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Toggle marking lines ON/OFF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L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Toggle Line Marking Setup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1..9,0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 Toggle track channel ON/OFF (</w:t>
      </w:r>
      <w:r>
        <w:rPr>
          <w:rFonts w:ascii="Courier New" w:hAnsi="Courier New" w:cs="Courier New"/>
          <w:b/>
          <w:sz w:val="20"/>
          <w:szCs w:val="20"/>
          <w:lang w:val="en-US"/>
        </w:rPr>
        <w:t>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1</w:t>
      </w:r>
      <w:r>
        <w:rPr>
          <w:rFonts w:ascii="Courier New" w:hAnsi="Courier New" w:cs="Courier New"/>
          <w:b/>
          <w:sz w:val="20"/>
          <w:szCs w:val="20"/>
          <w:lang w:val="en-US"/>
        </w:rPr>
        <w:t>X</w:t>
      </w:r>
      <w:r>
        <w:rPr>
          <w:rFonts w:ascii="Courier New" w:hAnsi="Courier New" w:cs="Courier New"/>
          <w:sz w:val="20"/>
          <w:szCs w:val="20"/>
          <w:lang w:val="en-US"/>
        </w:rPr>
        <w:t>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S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Set all OFF except current track (solo)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Reset flags on all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*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       Reverse ON/OFF on all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F10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Quit program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F11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Toggle typing mode in Pattern Editor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(</w:t>
      </w:r>
      <w:r>
        <w:rPr>
          <w:rFonts w:ascii="Courier New" w:hAnsi="Courier New" w:cs="Courier New"/>
          <w:b/>
          <w:color w:val="808080" w:themeColor="background1" w:themeShade="80"/>
          <w:sz w:val="20"/>
          <w:szCs w:val="20"/>
          <w:lang w:val="en-US"/>
        </w:rPr>
        <w:t>AT-►FT-►ST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F12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Toggle </w:t>
      </w:r>
      <w:r>
        <w:rPr>
          <w:rFonts w:ascii="Courier New" w:hAnsi="Courier New" w:cs="Courier New"/>
          <w:b/>
          <w:sz w:val="20"/>
          <w:szCs w:val="20"/>
          <w:lang w:val="en-US"/>
        </w:rPr>
        <w:t>line feed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in Pattern Editor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F12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Toggle </w:t>
      </w:r>
      <w:r>
        <w:rPr>
          <w:rFonts w:ascii="Courier New" w:hAnsi="Courier New" w:cs="Courier New"/>
          <w:b/>
          <w:sz w:val="20"/>
          <w:szCs w:val="20"/>
          <w:lang w:val="en-US"/>
        </w:rPr>
        <w:t>jump to marked line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in Pattern Editor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[Ctrl][Tab] [...] (*)    </w:t>
      </w:r>
      <w:r>
        <w:rPr>
          <w:rFonts w:ascii="Courier New" w:hAnsi="Courier New" w:cs="Courier New"/>
          <w:sz w:val="20"/>
          <w:szCs w:val="20"/>
          <w:lang w:val="en-US"/>
        </w:rPr>
        <w:t>Scroll Volume Analyzer section (if necessary)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(*) Up,Down,PgUp,PgDown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III/2. WAV RECORDER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[Alt|Ctrl]{Shift} F11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Toggle WAV recording 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[Alt|Ctrl]{Shift} F12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Toggle WAV recording OFF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┌──────────────────────────────────────────────────────┐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FUNCTiONALiTY OF ALTERNATiVE KEYS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Alt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Toggle normal recording mode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Ctrl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Toggle 'per track' recording mode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Shift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Fade in / Fade out sound processing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POSSiBLE COMBiNATiONS: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Alt,Ctrl,Alt+Shift,Ctrl+Shift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└──────────────────────────────────────────────────────┘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If 'per track' recording mode is activated and song playback is stopped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you can exclude/include corresponing tracks from/to being recorded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with ordinary track selection procedure: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1..9,0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Toggle track channel ON/OFF (</w:t>
      </w:r>
      <w:r>
        <w:rPr>
          <w:rFonts w:ascii="Courier New" w:hAnsi="Courier New" w:cs="Courier New"/>
          <w:b/>
          <w:sz w:val="20"/>
          <w:szCs w:val="20"/>
          <w:lang w:val="en-US"/>
        </w:rPr>
        <w:t>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1</w:t>
      </w:r>
      <w:r>
        <w:rPr>
          <w:rFonts w:ascii="Courier New" w:hAnsi="Courier New" w:cs="Courier New"/>
          <w:b/>
          <w:sz w:val="20"/>
          <w:szCs w:val="20"/>
          <w:lang w:val="en-US"/>
        </w:rPr>
        <w:t>X</w:t>
      </w:r>
      <w:r>
        <w:rPr>
          <w:rFonts w:ascii="Courier New" w:hAnsi="Courier New" w:cs="Courier New"/>
          <w:sz w:val="20"/>
          <w:szCs w:val="20"/>
          <w:lang w:val="en-US"/>
        </w:rPr>
        <w:t>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Set all OFF except current track (solo)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Reset flags on all tracks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III/3. PATTERN ORDER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  <w:r>
        <w:rPr>
          <w:rFonts w:ascii="Courier New" w:hAnsi="Courier New" w:cs="Courier New"/>
          <w:sz w:val="20"/>
          <w:szCs w:val="20"/>
          <w:lang w:val="en-US"/>
        </w:rPr>
        <w:t>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Move up/down 32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Move to the top/end of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Tab,[Shift]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 Move to next/previous entry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Insert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Insert new entry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Delete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Delete entry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Clear entry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Enter skip mark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Copy entry to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^V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Paste entry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+,-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Adjust entry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^F2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Save module in tiny format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Switch to Pattern Editor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80-FF pattern number range causes a jump in pattern order.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syntax: order_number[hex](+80h); e.g. "9A" jumps to order 1A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III/4. PATTERN EDiTOR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  <w:r>
        <w:rPr>
          <w:rFonts w:ascii="Courier New" w:hAnsi="Courier New" w:cs="Courier New"/>
          <w:sz w:val="20"/>
          <w:szCs w:val="20"/>
          <w:lang w:val="en-US"/>
        </w:rPr>
        <w:t>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Move up/down 16 lines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Move to the top/end of current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Tab,[Shift]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 Move to next/previous track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PgDn,PgUp (+,-)</w:t>
      </w:r>
      <w:r>
        <w:rPr>
          <w:rFonts w:ascii="Courier New" w:hAnsi="Courier New" w:cs="Courier New"/>
          <w:sz w:val="20"/>
          <w:szCs w:val="20"/>
          <w:lang w:val="en-US"/>
        </w:rPr>
        <w:t>  Move to next/previous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 Move fwd./bckwd. to the first/last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^Home,^End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Move to the end/top of previous/next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Advance to next row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^PgUp,^PgDn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Transpose note (block) halftone up/down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Remove note or clear attributes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Insert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Insert new line (within track only)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Delete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Delete line (within track only)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Insert</w:t>
      </w:r>
      <w:r>
        <w:rPr>
          <w:rFonts w:ascii="Courier New" w:hAnsi="Courier New" w:cs="Courier New"/>
          <w:sz w:val="20"/>
          <w:szCs w:val="20"/>
          <w:lang w:val="en-US"/>
        </w:rPr>
        <w:t>           Insert new line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Delete</w:t>
      </w:r>
      <w:r>
        <w:rPr>
          <w:rFonts w:ascii="Courier New" w:hAnsi="Courier New" w:cs="Courier New"/>
          <w:sz w:val="20"/>
          <w:szCs w:val="20"/>
          <w:lang w:val="en-US"/>
        </w:rPr>
        <w:t>           Delete line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 Toggle fixed and regular note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^K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Insert Key-Off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Copy object at cursor to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^V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Paste object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[Alt][Shift] P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Paste object from clipboard to more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^Z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Undo last operation (if possible)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{Ctrl} "[","]"</w:t>
      </w:r>
      <w:r>
        <w:rPr>
          <w:rFonts w:ascii="Courier New" w:hAnsi="Courier New" w:cs="Courier New"/>
          <w:sz w:val="20"/>
          <w:szCs w:val="20"/>
          <w:lang w:val="en-US"/>
        </w:rPr>
        <w:t>           Change current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F2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Save current pattern to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^F2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Save module in tiny format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F3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Quick load recent pattern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Switch to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NOTE SYSTEM: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C,C#,D,D#,E,F,F#,G,G#,A,A#,B(H)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VALiD NOTE ENTRiES: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C,C-,C#,C1,C-1,C#1...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┌──────────────────────────────────────────────────────────────────┐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BLOCK OPERATiONS iN PATTERN EDiTOR 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Starting to mark a block: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Up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lang w:val="en-US"/>
        </w:rPr>
        <w:t>Down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lang w:val="en-US"/>
        </w:rPr>
        <w:t>Left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lang w:val="en-US"/>
        </w:rPr>
        <w:t>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When at least one row in one track is marked, you can continue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marking also with </w:t>
      </w:r>
      <w:r>
        <w:rPr>
          <w:rFonts w:ascii="Courier New" w:hAnsi="Courier New" w:cs="Courier New"/>
          <w:b/>
          <w:sz w:val="20"/>
          <w:szCs w:val="20"/>
          <w:lang w:val="en-US"/>
        </w:rPr>
        <w:t>PgUp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lang w:val="en-US"/>
        </w:rPr>
        <w:t>PgDn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lang w:val="en-US"/>
        </w:rPr>
        <w:t>Home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lang w:val="en-US"/>
        </w:rPr>
        <w:t>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b/>
          <w:sz w:val="20"/>
          <w:szCs w:val="20"/>
          <w:lang w:val="en-US"/>
        </w:rPr>
        <w:t>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is still held down!)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Quick mark: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Q</w:t>
      </w:r>
      <w:r>
        <w:rPr>
          <w:rFonts w:ascii="Courier New" w:hAnsi="Courier New" w:cs="Courier New"/>
          <w:sz w:val="20"/>
          <w:szCs w:val="20"/>
          <w:lang w:val="en-US"/>
        </w:rPr>
        <w:t xml:space="preserve"> (1x-2x-3x) track ─&gt; pattern ─&gt; discard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last marked block: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B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  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Blank block  (Insert blank block to pattern)               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Copy block   (Copy block to clipboard)                     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Delete block (Remove block from pattern)                   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Nuke block   (Clear block contents)                        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^V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Paste block  (Paste block from clipboard to pattern)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^X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Cut block    (Combine both Copy and Delete operation)      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├──────────────────────────────────────────────────────────────────┤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(*) PASTE BLOCK OPERATiON VARiANTS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autoSpaceDE w:val="0"/>
        <w:autoSpaceDN w:val="0"/>
        <w:adjustRightInd w:val="0"/>
        <w:spacing w:after="0" w:line="240" w:lineRule="auto"/>
        <w:rPr>
          <w:rFonts w:ascii="MS Shell Dlg 2" w:eastAsia="Times New Roman" w:hAnsi="MS Shell Dlg 2" w:cs="MS Shell Dlg 2"/>
          <w:sz w:val="17"/>
          <w:szCs w:val="17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/>
        </w:rPr>
        <w:t>¯¯¯¯¯¯¯¯¯¯¯¯¯¯¯¯¯¯¯¯¯¯¯¯¯¯¯¯¯¯¯¯¯¯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"Paste block" operation has three other functional variants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with different key shortcuts for activation: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1)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V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"Mix block" operation, when block data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from clipboard is applied without overwriting existing data;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2)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^V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"Selective paste block" operation,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when only block data from clipboard corresponding to current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cursor position is being applied (i.e. note, instrument,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1st effect or 2nd effect).  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3)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[Alt][Shift] V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"Flipped paste block" operation,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when block data from clipboard is applied vertically flipped.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MANiPULATiON WiTH FX VOLUME iNFORMATiON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autoSpaceDE w:val="0"/>
        <w:autoSpaceDN w:val="0"/>
        <w:adjustRightInd w:val="0"/>
        <w:spacing w:after="0" w:line="240" w:lineRule="auto"/>
        <w:rPr>
          <w:rFonts w:ascii="MS Shell Dlg 2" w:eastAsia="Times New Roman" w:hAnsi="MS Shell Dlg 2" w:cs="MS Shell Dlg 2"/>
          <w:sz w:val="17"/>
          <w:szCs w:val="17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en-US"/>
        </w:rPr>
        <w:t>¯¯¯¯¯¯¯¯¯¯¯¯¯¯¯¯¯¯¯¯¯¯¯¯¯¯¯¯¯¯¯¯¯¯¯¯¯¯¯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When there is block marked, which contains some effect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commands carrying volume information, you can increase/decrease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their values with </w:t>
      </w:r>
      <w:r>
        <w:rPr>
          <w:rFonts w:ascii="Courier New" w:hAnsi="Courier New" w:cs="Courier New"/>
          <w:b/>
          <w:sz w:val="20"/>
          <w:szCs w:val="20"/>
          <w:lang w:val="en-US"/>
        </w:rPr>
        <w:t>+</w:t>
      </w:r>
      <w:r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b/>
          <w:sz w:val="20"/>
          <w:szCs w:val="20"/>
          <w:lang w:val="en-US"/>
        </w:rPr>
        <w:t>-</w:t>
      </w:r>
      <w:r>
        <w:rPr>
          <w:rFonts w:ascii="Courier New" w:hAnsi="Courier New" w:cs="Courier New"/>
          <w:sz w:val="20"/>
          <w:szCs w:val="20"/>
          <w:lang w:val="en-US"/>
        </w:rPr>
        <w:t xml:space="preserve"> keys.    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Effect commands are processed with following priority: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1) Set instrument volume (</w:t>
      </w:r>
      <w:r>
        <w:rPr>
          <w:rFonts w:ascii="Courier New" w:hAnsi="Courier New" w:cs="Courier New"/>
          <w:b/>
          <w:sz w:val="20"/>
          <w:szCs w:val="20"/>
          <w:lang w:val="en-US"/>
        </w:rPr>
        <w:t>Cxx</w:t>
      </w:r>
      <w:r>
        <w:rPr>
          <w:rFonts w:ascii="Courier New" w:hAnsi="Courier New" w:cs="Courier New"/>
          <w:sz w:val="20"/>
          <w:szCs w:val="20"/>
          <w:lang w:val="en-US"/>
        </w:rPr>
        <w:t xml:space="preserve">),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Force instrument volume (</w:t>
      </w:r>
      <w:r>
        <w:rPr>
          <w:rFonts w:ascii="Courier New" w:hAnsi="Courier New" w:cs="Courier New"/>
          <w:b/>
          <w:sz w:val="20"/>
          <w:szCs w:val="20"/>
          <w:lang w:val="en-US"/>
        </w:rPr>
        <w:t>=xx</w:t>
      </w:r>
      <w:r>
        <w:rPr>
          <w:rFonts w:ascii="Courier New" w:hAnsi="Courier New" w:cs="Courier New"/>
          <w:sz w:val="20"/>
          <w:szCs w:val="20"/>
          <w:lang w:val="en-US"/>
        </w:rPr>
        <w:t xml:space="preserve">)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2) Set modulator volume (</w:t>
      </w:r>
      <w:r>
        <w:rPr>
          <w:rFonts w:ascii="Courier New" w:hAnsi="Courier New" w:cs="Courier New"/>
          <w:b/>
          <w:sz w:val="20"/>
          <w:szCs w:val="20"/>
          <w:lang w:val="en-US"/>
        </w:rPr>
        <w:t>9xx</w:t>
      </w:r>
      <w:r>
        <w:rPr>
          <w:rFonts w:ascii="Courier New" w:hAnsi="Courier New" w:cs="Courier New"/>
          <w:sz w:val="20"/>
          <w:szCs w:val="20"/>
          <w:lang w:val="en-US"/>
        </w:rPr>
        <w:t xml:space="preserve">)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3) Set carrier volume (</w:t>
      </w:r>
      <w:r>
        <w:rPr>
          <w:rFonts w:ascii="Courier New" w:hAnsi="Courier New" w:cs="Courier New"/>
          <w:b/>
          <w:sz w:val="20"/>
          <w:szCs w:val="20"/>
          <w:lang w:val="en-US"/>
        </w:rPr>
        <w:t>Ixx</w:t>
      </w:r>
      <w:r>
        <w:rPr>
          <w:rFonts w:ascii="Courier New" w:hAnsi="Courier New" w:cs="Courier New"/>
          <w:sz w:val="20"/>
          <w:szCs w:val="20"/>
          <w:lang w:val="en-US"/>
        </w:rPr>
        <w:t xml:space="preserve">)  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4) Set global volume (</w:t>
      </w:r>
      <w:r>
        <w:rPr>
          <w:rFonts w:ascii="Courier New" w:hAnsi="Courier New" w:cs="Courier New"/>
          <w:b/>
          <w:sz w:val="20"/>
          <w:szCs w:val="20"/>
          <w:lang w:val="en-US"/>
        </w:rPr>
        <w:t>%xx</w:t>
      </w:r>
      <w:r>
        <w:rPr>
          <w:rFonts w:ascii="Courier New" w:hAnsi="Courier New" w:cs="Courier New"/>
          <w:sz w:val="20"/>
          <w:szCs w:val="20"/>
          <w:lang w:val="en-US"/>
        </w:rPr>
        <w:t xml:space="preserve">)                              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If effect command with higher priority has been processed,    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all remaining effect commands with lower priority are skipped.  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└──────────────────────────────────────────────────────────────────┘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III/5. PATTERN LiST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Move up/down 20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Move to the top/end of pattern list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Mark/Unmark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Unmark all marked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 Reverse marks on all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C (^C)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 Copy pattern to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P (^V)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 Paste pattern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^V</w:t>
      </w:r>
      <w:r>
        <w:rPr>
          <w:rFonts w:ascii="Courier New" w:hAnsi="Courier New" w:cs="Courier New"/>
          <w:sz w:val="20"/>
          <w:szCs w:val="20"/>
          <w:lang w:val="en-US"/>
        </w:rPr>
        <w:t>               Paste pattern data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V</w:t>
      </w:r>
      <w:r>
        <w:rPr>
          <w:rFonts w:ascii="Courier New" w:hAnsi="Courier New" w:cs="Courier New"/>
          <w:sz w:val="20"/>
          <w:szCs w:val="20"/>
          <w:lang w:val="en-US"/>
        </w:rPr>
        <w:t>                  Paste pattern name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Nuke current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Nuke all marked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^W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Swap marked patterns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^W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Swap marked patterns w/o names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Insert</w:t>
      </w:r>
      <w:r>
        <w:rPr>
          <w:rFonts w:ascii="Courier New" w:hAnsi="Courier New" w:cs="Courier New"/>
          <w:sz w:val="20"/>
          <w:szCs w:val="20"/>
          <w:lang w:val="en-US"/>
        </w:rPr>
        <w:t>           Insert new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Delete</w:t>
      </w:r>
      <w:r>
        <w:rPr>
          <w:rFonts w:ascii="Courier New" w:hAnsi="Courier New" w:cs="Courier New"/>
          <w:sz w:val="20"/>
          <w:szCs w:val="20"/>
          <w:lang w:val="en-US"/>
        </w:rPr>
        <w:t>           Delete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Rename pattern / Multiple paste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F3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Quick load recent pattern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Return to Pattern Editor or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III/6. iNSTRUMENT CONTROL PANEL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</w:t>
      </w:r>
      <w:r>
        <w:rPr>
          <w:rFonts w:ascii="Courier New" w:hAnsi="Courier New" w:cs="Courier New"/>
          <w:sz w:val="20"/>
          <w:szCs w:val="20"/>
          <w:lang w:val="en-US"/>
        </w:rPr>
        <w:t>                  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Move up/down 16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Move to the top/end of instrument list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Mark/Unmark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 &lt;hold down&gt;</w:t>
      </w:r>
      <w:r>
        <w:rPr>
          <w:rFonts w:ascii="Courier New" w:hAnsi="Courier New" w:cs="Courier New"/>
          <w:sz w:val="20"/>
          <w:szCs w:val="20"/>
          <w:lang w:val="en-US"/>
        </w:rPr>
        <w:t>  Preview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Rename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Copy instrument to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Copy instrument also with macro-definitions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^V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Paste instrument(s)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^V</w:t>
      </w:r>
      <w:r>
        <w:rPr>
          <w:rFonts w:ascii="Courier New" w:hAnsi="Courier New" w:cs="Courier New"/>
          <w:sz w:val="20"/>
          <w:szCs w:val="20"/>
          <w:lang w:val="en-US"/>
        </w:rPr>
        <w:t>               Paste instrument data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V</w:t>
      </w:r>
      <w:r>
        <w:rPr>
          <w:rFonts w:ascii="Courier New" w:hAnsi="Courier New" w:cs="Courier New"/>
          <w:sz w:val="20"/>
          <w:szCs w:val="20"/>
          <w:lang w:val="en-US"/>
        </w:rPr>
        <w:t>                  Paste instrument name(s)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^W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Swap marked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^W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Swap marked instruments w/o names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Toggle Instrument Editor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Toggle Instrument Macro Editor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O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Toggle operator mode 4OP / 2OP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M,B,S,T,C,H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 Toggle 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m</w:t>
      </w:r>
      <w:r>
        <w:rPr>
          <w:rFonts w:ascii="Courier New" w:hAnsi="Courier New" w:cs="Courier New"/>
          <w:sz w:val="20"/>
          <w:szCs w:val="20"/>
          <w:lang w:val="en-US"/>
        </w:rPr>
        <w:t>elodic and percussion (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B</w:t>
      </w:r>
      <w:r>
        <w:rPr>
          <w:rFonts w:ascii="Courier New" w:hAnsi="Courier New" w:cs="Courier New"/>
          <w:sz w:val="20"/>
          <w:szCs w:val="20"/>
          <w:lang w:val="en-US"/>
        </w:rPr>
        <w:t>D,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S</w:t>
      </w:r>
      <w:r>
        <w:rPr>
          <w:rFonts w:ascii="Courier New" w:hAnsi="Courier New" w:cs="Courier New"/>
          <w:sz w:val="20"/>
          <w:szCs w:val="20"/>
          <w:lang w:val="en-US"/>
        </w:rPr>
        <w:t>D,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T</w:t>
      </w:r>
      <w:r>
        <w:rPr>
          <w:rFonts w:ascii="Courier New" w:hAnsi="Courier New" w:cs="Courier New"/>
          <w:sz w:val="20"/>
          <w:szCs w:val="20"/>
          <w:lang w:val="en-US"/>
        </w:rPr>
        <w:t>T,T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C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H</w:t>
      </w:r>
      <w:r>
        <w:rPr>
          <w:rFonts w:ascii="Courier New" w:hAnsi="Courier New" w:cs="Courier New"/>
          <w:sz w:val="20"/>
          <w:szCs w:val="20"/>
          <w:lang w:val="en-US"/>
        </w:rPr>
        <w:t>H)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           Save instrument w/ fm-register macro to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F2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Save instrument bank to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^F2</w:t>
      </w:r>
      <w:r>
        <w:rPr>
          <w:rFonts w:ascii="Courier New" w:hAnsi="Courier New" w:cs="Courier New"/>
          <w:sz w:val="20"/>
          <w:szCs w:val="20"/>
          <w:lang w:val="en-US"/>
        </w:rPr>
        <w:t>                      Save instrument bank w/ all macros to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F3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Quick load recent instrument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Return to Pattern Editor or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III/7. iNSTRUMENT EDiTOR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&lt;section hotkey&gt;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Jump to section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Jump to next setting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previous setting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+,- (PgUp,PgDn)</w:t>
      </w:r>
      <w:r>
        <w:rPr>
          <w:rFonts w:ascii="Courier New" w:hAnsi="Courier New" w:cs="Courier New"/>
          <w:sz w:val="20"/>
          <w:szCs w:val="20"/>
          <w:lang w:val="en-US"/>
        </w:rPr>
        <w:t>          Adjust value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Select item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color w:val="808080" w:themeColor="background1" w:themeShade="80"/>
          <w:sz w:val="20"/>
          <w:szCs w:val="20"/>
          <w:lang w:val="en-US"/>
        </w:rPr>
        <w:t>(opt.)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Toggle ADSR preview ON/OFF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Change current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[Ctrl][Shift]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macro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[Alt]{Shift} 1..4,0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Set operators for instrument preview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 &lt;hold down&gt;</w:t>
      </w:r>
      <w:r>
        <w:rPr>
          <w:rFonts w:ascii="Courier New" w:hAnsi="Courier New" w:cs="Courier New"/>
          <w:sz w:val="20"/>
          <w:szCs w:val="20"/>
          <w:lang w:val="en-US"/>
        </w:rPr>
        <w:t>  Preview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Toggle carrier/modulator/4OP slot settings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O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Toggle operator mode 4OP / 2OP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M,B,S,T,C,H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Toggle 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m</w:t>
      </w:r>
      <w:r>
        <w:rPr>
          <w:rFonts w:ascii="Courier New" w:hAnsi="Courier New" w:cs="Courier New"/>
          <w:sz w:val="20"/>
          <w:szCs w:val="20"/>
          <w:lang w:val="en-US"/>
        </w:rPr>
        <w:t>elodic and percussion (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B</w:t>
      </w:r>
      <w:r>
        <w:rPr>
          <w:rFonts w:ascii="Courier New" w:hAnsi="Courier New" w:cs="Courier New"/>
          <w:sz w:val="20"/>
          <w:szCs w:val="20"/>
          <w:lang w:val="en-US"/>
        </w:rPr>
        <w:t>D,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S</w:t>
      </w:r>
      <w:r>
        <w:rPr>
          <w:rFonts w:ascii="Courier New" w:hAnsi="Courier New" w:cs="Courier New"/>
          <w:sz w:val="20"/>
          <w:szCs w:val="20"/>
          <w:lang w:val="en-US"/>
        </w:rPr>
        <w:t>D,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T</w:t>
      </w:r>
      <w:r>
        <w:rPr>
          <w:rFonts w:ascii="Courier New" w:hAnsi="Courier New" w:cs="Courier New"/>
          <w:sz w:val="20"/>
          <w:szCs w:val="20"/>
          <w:lang w:val="en-US"/>
        </w:rPr>
        <w:t>T,T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C</w:t>
      </w:r>
      <w:r>
        <w:rPr>
          <w:rFonts w:ascii="Courier New" w:hAnsi="Courier New" w:cs="Courier New"/>
          <w:sz w:val="20"/>
          <w:szCs w:val="20"/>
          <w:lang w:val="en-US"/>
        </w:rPr>
        <w:t>,</w:t>
      </w:r>
      <w:r>
        <w:rPr>
          <w:rFonts w:ascii="Courier New" w:hAnsi="Courier New" w:cs="Courier New"/>
          <w:b/>
          <w:sz w:val="20"/>
          <w:szCs w:val="20"/>
          <w:u w:val="single"/>
          <w:lang w:val="en-US"/>
        </w:rPr>
        <w:t>H</w:t>
      </w:r>
      <w:r>
        <w:rPr>
          <w:rFonts w:ascii="Courier New" w:hAnsi="Courier New" w:cs="Courier New"/>
          <w:sz w:val="20"/>
          <w:szCs w:val="20"/>
          <w:lang w:val="en-US"/>
        </w:rPr>
        <w:t>H)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F2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Save instrument w/ fm-register macro to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Copy values from carrier/modulator slot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Return to Instrument Control panel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(*) [Alt] 1..4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Set solo operator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[Alt][Shift] 1..4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Toggle operator ON/OFF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Reset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III/8. iNSTRUMENT MACRO EDiTOR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PgUp,PgDown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Move up/down 16 lines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 (Enter)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next field in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          Jump to previous field in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Up,Down</w:t>
      </w:r>
      <w:r>
        <w:rPr>
          <w:rFonts w:ascii="Courier New" w:hAnsi="Courier New" w:cs="Courier New"/>
          <w:sz w:val="20"/>
          <w:szCs w:val="20"/>
          <w:lang w:val="en-US"/>
        </w:rPr>
        <w:t>          Synchronous navigation within tables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 Move to the start/end of current line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Switch between macro tables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Navigate to start/end of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^PgUp,^PgDown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 Change current arpeggio/vibrato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Change current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[Ctrl][Shift]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macro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[Alt]{Shift} 1..4,0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Set operators for instrument preview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[Alt] ^C                 </w:t>
      </w:r>
      <w:r>
        <w:rPr>
          <w:rFonts w:ascii="Courier New" w:hAnsi="Courier New" w:cs="Courier New"/>
          <w:sz w:val="20"/>
          <w:szCs w:val="20"/>
          <w:lang w:val="en-US"/>
        </w:rPr>
        <w:t>Copy values from carrier column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[Alt] ^M                 </w:t>
      </w:r>
      <w:r>
        <w:rPr>
          <w:rFonts w:ascii="Courier New" w:hAnsi="Courier New" w:cs="Courier New"/>
          <w:sz w:val="20"/>
          <w:szCs w:val="20"/>
          <w:lang w:val="en-US"/>
        </w:rPr>
        <w:t>Copy values from modulator column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Copy line in table (whole table respectively)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Copy column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^V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Paste object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Paste data from instrument registers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 Paste data to instrument registers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 Paste data from instrument registers w/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Clear current item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Backspace</w:t>
      </w:r>
      <w:r>
        <w:rPr>
          <w:rFonts w:ascii="Courier New" w:hAnsi="Courier New" w:cs="Courier New"/>
          <w:sz w:val="20"/>
          <w:szCs w:val="20"/>
          <w:lang w:val="en-US"/>
        </w:rPr>
        <w:t>        Clear line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+,-        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Adjust value at cursor / current item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^Home,^End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Quick-adjust table length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^Home,^End</w:t>
      </w:r>
      <w:r>
        <w:rPr>
          <w:rFonts w:ascii="Courier New" w:hAnsi="Courier New" w:cs="Courier New"/>
          <w:sz w:val="20"/>
          <w:szCs w:val="20"/>
          <w:lang w:val="en-US"/>
        </w:rPr>
        <w:t>       Quick-adjust loop begin position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^PgUp,^PgDown</w:t>
      </w:r>
      <w:r>
        <w:rPr>
          <w:rFonts w:ascii="Courier New" w:hAnsi="Courier New" w:cs="Courier New"/>
          <w:sz w:val="20"/>
          <w:szCs w:val="20"/>
          <w:lang w:val="en-US"/>
        </w:rPr>
        <w:t>    Quick-adjust loop length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Insert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Insert new line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Delete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Delete line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envelope restart ON/OFF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note retrigger ON/OFF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^Z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Toggle ZERO frequency ON/OFF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^E,^N,^Z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Reset all alike flags in table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├ </w:t>
      </w:r>
      <w:r>
        <w:rPr>
          <w:rFonts w:ascii="Courier New" w:hAnsi="Courier New" w:cs="Courier New"/>
          <w:sz w:val="20"/>
          <w:szCs w:val="20"/>
          <w:lang w:val="en-US"/>
        </w:rPr>
        <w:t>FM-register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 Toggle corresponding column ON/OFF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│ </w:t>
      </w:r>
      <w:r>
        <w:rPr>
          <w:rFonts w:ascii="Courier New" w:hAnsi="Courier New" w:cs="Courier New"/>
          <w:sz w:val="20"/>
          <w:szCs w:val="20"/>
          <w:lang w:val="en-US"/>
        </w:rPr>
        <w:t>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S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 Set all OFF except current column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R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 Reset flags on all columns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* 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 Reverse ON/OFF on all columns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\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        Toggle current item (switch types only)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Toggle macro-preview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Toggle Key-Off loop within macro-preview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^F2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Save instrument bank w/ all macros to file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Leave Instrument Macro Editor window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(*) [Alt] 1..4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Set solo operator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[Alt][Shift] 1..4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Toggle operator ON/OFF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Reset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III/9. APREGGiO/ViBRATO MACRO EDiTOR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PgUp,PgDown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Move up/down 16 lines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 (Enter)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next field in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previous field in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Up,Down</w:t>
      </w:r>
      <w:r>
        <w:rPr>
          <w:rFonts w:ascii="Courier New" w:hAnsi="Courier New" w:cs="Courier New"/>
          <w:sz w:val="20"/>
          <w:szCs w:val="20"/>
          <w:lang w:val="en-US"/>
        </w:rPr>
        <w:t>          Synchronous navigation within tables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Switch between macro tables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Navigate to start/end of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^PgUp,^PgDown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 Change current arpeggio/vibrato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Change current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[Ctrl][Shift]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macro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[Alt]{Shift} 1..4,0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Set operators for instrument preview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   Copy line in table (whole table respectively)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Copy column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^V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Paste object from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Clear current item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Backspace</w:t>
      </w:r>
      <w:r>
        <w:rPr>
          <w:rFonts w:ascii="Courier New" w:hAnsi="Courier New" w:cs="Courier New"/>
          <w:sz w:val="20"/>
          <w:szCs w:val="20"/>
          <w:lang w:val="en-US"/>
        </w:rPr>
        <w:t>        Clear line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+,-</w:t>
      </w:r>
      <w:r>
        <w:rPr>
          <w:rFonts w:ascii="Courier New" w:hAnsi="Courier New" w:cs="Courier New"/>
          <w:sz w:val="20"/>
          <w:szCs w:val="20"/>
          <w:lang w:val="en-US"/>
        </w:rPr>
        <w:t>                      Adjust value at cursor / current item in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^Home,^End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Quick-adjust table length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^Home,^End</w:t>
      </w:r>
      <w:r>
        <w:rPr>
          <w:rFonts w:ascii="Courier New" w:hAnsi="Courier New" w:cs="Courier New"/>
          <w:sz w:val="20"/>
          <w:szCs w:val="20"/>
          <w:lang w:val="en-US"/>
        </w:rPr>
        <w:t>       Quick-adjust loop begin position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^PgUp,^PgDown</w:t>
      </w:r>
      <w:r>
        <w:rPr>
          <w:rFonts w:ascii="Courier New" w:hAnsi="Courier New" w:cs="Courier New"/>
          <w:sz w:val="20"/>
          <w:szCs w:val="20"/>
          <w:lang w:val="en-US"/>
        </w:rPr>
        <w:t>    Quick-adjust loop length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Toggle macro-preview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Toggle Key-Off loop within macro-preview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     Leave Arpeggio/Vibrato Macro Editor window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(*) [Alt] 1..4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Set solo operator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[Alt][Shift] 1..4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Toggle operator ON/OFF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Reset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III/10. iNSTRUMENT MACRO BROWSER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Up,Down,PgUp,PgDown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[Shift] Up,Down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Move up/down in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Left,Right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Move left/right in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PgUp,PgDown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Move page up/down in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Move to the start/end of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Move to the start/end of line in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Load selected macro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color w:val="808080" w:themeColor="background1" w:themeShade="80"/>
          <w:sz w:val="20"/>
          <w:szCs w:val="20"/>
          <w:lang w:val="en-US"/>
        </w:rPr>
        <w:t>(opt.)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Load all macro data from bank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[Ctrl][Shift]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macro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 &lt;hold down&gt;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Preview instrument with selected macro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color w:val="808080" w:themeColor="background1" w:themeShade="80"/>
          <w:sz w:val="20"/>
          <w:szCs w:val="20"/>
          <w:lang w:val="en-US"/>
        </w:rPr>
        <w:t>(opt.)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Switch to Arpeggio/Vibrato Macro Browser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Leave Instrument Macro Browser window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III/11. ARPEGGiO/ViBRATO MACRO BROWSER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Up,Down,PgUp,PgDown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Left,Right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Move left/right in arpeggio table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PgUp,PgDown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Move page left/right in arpeggio table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Move left/right in vibrato table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├</w:t>
      </w:r>
      <w:r>
        <w:rPr>
          <w:rFonts w:ascii="Courier New" w:hAnsi="Courier New" w:cs="Courier New"/>
          <w:sz w:val="20"/>
          <w:szCs w:val="20"/>
          <w:lang w:val="en-US"/>
        </w:rPr>
        <w:t xml:space="preserve"> refer 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^PgUp,^PgDown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Move page left/right in vibrato table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[Shift]{Alt} 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Toggle arpeggio table selection </w:t>
      </w:r>
      <w:r>
        <w:rPr>
          <w:rFonts w:ascii="Courier New" w:hAnsi="Courier New" w:cs="Courier New"/>
          <w:b/>
          <w:sz w:val="20"/>
          <w:szCs w:val="20"/>
          <w:lang w:val="en-US"/>
        </w:rPr>
        <w:t>(**)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{Alt} 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Toggle vibrato table selection  </w:t>
      </w:r>
      <w:r>
        <w:rPr>
          <w:rFonts w:ascii="Courier New" w:hAnsi="Courier New" w:cs="Courier New"/>
          <w:b/>
          <w:sz w:val="20"/>
          <w:szCs w:val="20"/>
          <w:lang w:val="en-US"/>
        </w:rPr>
        <w:t>(**)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[Shift] 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Navigate to start/end of arpeggio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^Home,^End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Navigate to start/end of vibrato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[Ctrl] "[","]"</w:t>
      </w:r>
      <w:r>
        <w:rPr>
          <w:rFonts w:ascii="Courier New" w:hAnsi="Courier New" w:cs="Courier New"/>
          <w:b/>
          <w:color w:val="808080" w:themeColor="background1" w:themeShade="80"/>
          <w:sz w:val="20"/>
          <w:szCs w:val="20"/>
          <w:lang w:val="en-US"/>
        </w:rPr>
        <w:t xml:space="preserve"> 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current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[Ctrl][Shift] "[","]"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Change macro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 &lt;hold down&gt;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Preview instrument with selected macro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Load selected macro data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^Enter </w:t>
      </w:r>
      <w:r>
        <w:rPr>
          <w:rFonts w:ascii="Courier New" w:hAnsi="Courier New" w:cs="Courier New"/>
          <w:b/>
          <w:color w:val="808080" w:themeColor="background1" w:themeShade="80"/>
          <w:sz w:val="20"/>
          <w:szCs w:val="20"/>
          <w:lang w:val="en-US"/>
        </w:rPr>
        <w:t>(opt.)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Load all macro data from bank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Apply table indexes to current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Leave Arpeggio/Vibrato Macro Browser window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Key combination with </w:t>
      </w:r>
      <w:r>
        <w:rPr>
          <w:rFonts w:ascii="Courier New" w:hAnsi="Courier New" w:cs="Courier New"/>
          <w:b/>
          <w:sz w:val="20"/>
          <w:szCs w:val="20"/>
          <w:lang w:val="en-US"/>
        </w:rPr>
        <w:t>Ctrl+Shift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applies action to both tables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(**)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Alt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key invokes no arpeggio resp. vibrato table (index value reset)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III/12. DEBUG iNFO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───────────────────────────────────────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Change current track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Tab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Toggle details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Toggle pattern repeat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Enter Debug mode / Proceed step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(if possible)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^Space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Exit Debug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[Ctrl] 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Skip to previous/next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+,-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Same as above; play pattern from start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Play next pattern according to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^Left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Rewind current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Fast-Forward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1..9,0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Toggle track channel ON/OFF (</w:t>
      </w:r>
      <w:r>
        <w:rPr>
          <w:rFonts w:ascii="Courier New" w:hAnsi="Courier New" w:cs="Courier New"/>
          <w:b/>
          <w:sz w:val="20"/>
          <w:szCs w:val="20"/>
          <w:lang w:val="en-US"/>
        </w:rPr>
        <w:t>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toggles 1</w:t>
      </w:r>
      <w:r>
        <w:rPr>
          <w:rFonts w:ascii="Courier New" w:hAnsi="Courier New" w:cs="Courier New"/>
          <w:b/>
          <w:sz w:val="20"/>
          <w:szCs w:val="20"/>
          <w:lang w:val="en-US"/>
        </w:rPr>
        <w:t>X</w:t>
      </w:r>
      <w:r>
        <w:rPr>
          <w:rFonts w:ascii="Courier New" w:hAnsi="Courier New" w:cs="Courier New"/>
          <w:sz w:val="20"/>
          <w:szCs w:val="20"/>
          <w:lang w:val="en-US"/>
        </w:rPr>
        <w:t>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Set all OFF except current track (solo)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[Alt] 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Reset flags on all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*       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Reverse ON/OFF on all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Return to Pattern Editor or Pattern Order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III/13. REMAP iNSTRUMENT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PgUp,PgDown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Move up/down 16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Jump to next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previous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 &lt;hold down&gt;</w:t>
      </w:r>
      <w:r>
        <w:rPr>
          <w:rFonts w:ascii="Courier New" w:hAnsi="Courier New" w:cs="Courier New"/>
          <w:sz w:val="20"/>
          <w:szCs w:val="20"/>
          <w:lang w:val="en-US"/>
        </w:rPr>
        <w:t>  Preview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Remap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Return to Pattern Editor or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III/14. REARRANGE TRACKS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Jump to next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Jump to previous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^PgUp,^PgDown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Shift track at cursor up/down in the track list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^PgUp,^PgDown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Rotate track list from cursor upside/downside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Rearrange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Return to Pattern Editor or Pattern Order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III/15. REPLACE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Jump to next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previous selection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^K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Insert Key-Off in note column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^N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Mark "new" field to clear found item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^W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Swap "to find" and "replace" mask content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Delete,Backspace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Delete current/previous character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Delete "to find" or "replace" mask content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Delete content of both masks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Replace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Return to Pattern Editor or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III/16. SONG VARiABLES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   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[Alt] &lt;section hotkey&gt;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Jump to section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Tab (Enter)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next variable field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Tab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 Jump to previous variable field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 Select item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Setup rows per beat for BPM calculation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 Return to Pattern Editor or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III/17. FiLE BROWSER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PgUp,PgDown,Home,End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\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6A6A6" w:themeColor="background1" w:themeShade="A6"/>
          <w:sz w:val="20"/>
          <w:szCs w:val="20"/>
          <w:lang w:val="en-US"/>
        </w:rPr>
        <w:t>(</w:t>
      </w:r>
      <w:r>
        <w:rPr>
          <w:rFonts w:ascii="Courier New" w:hAnsi="Courier New" w:cs="Courier New"/>
          <w:b/>
          <w:color w:val="A6A6A6" w:themeColor="background1" w:themeShade="A6"/>
          <w:sz w:val="20"/>
          <w:szCs w:val="20"/>
          <w:lang w:val="en-US"/>
        </w:rPr>
        <w:t>/</w:t>
      </w:r>
      <w:r>
        <w:rPr>
          <w:rFonts w:ascii="Courier New" w:hAnsi="Courier New" w:cs="Courier New"/>
          <w:color w:val="A6A6A6" w:themeColor="background1" w:themeShade="A6"/>
          <w:sz w:val="20"/>
          <w:szCs w:val="20"/>
          <w:lang w:val="en-US"/>
        </w:rPr>
        <w:t xml:space="preserve"> for Linux)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Navigate to root directory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Navigate to parent directory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Navigate to program home directory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MBoard keys &lt;hold down&gt;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Preview instrument (instrument files only)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Choose file under cursor / read instrument bank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Leave without choosing file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III/18. MESSAGE BOARD WiNDOW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──────────────────────────────────────────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Up,Down,Left,Right,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^PgUp,^PgDown,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Home,End,^Home,^End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Cursor navigation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PgUp,PgDown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Move backwards/forwards over text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^Left,^Right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Move word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Backspace,Delete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Delete character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^Backspace,^T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Delete word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^K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Delete characters to end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^Y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Delete current line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Tab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Indent current line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Insert row for text at cursor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[Shift] ^Backspace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Delete row for text at cursor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Insert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Toggle input and overwrite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Enter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Wrap line of text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Esc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Return to Pattern Editor or Pattern Order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III/19. iNPUT FiELD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Left,Right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 Move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Home,End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 Move to the begin/end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^Left,^Right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 Move word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Backspace,Delete</w:t>
      </w:r>
      <w:r>
        <w:rPr>
          <w:rFonts w:ascii="Courier New" w:hAnsi="Courier New" w:cs="Courier New"/>
          <w:sz w:val="20"/>
          <w:szCs w:val="20"/>
          <w:lang w:val="en-US"/>
        </w:rPr>
        <w:t>         Delete character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^Backspace,^T</w:t>
      </w:r>
      <w:r>
        <w:rPr>
          <w:rFonts w:ascii="Courier New" w:hAnsi="Courier New" w:cs="Courier New"/>
          <w:sz w:val="20"/>
          <w:szCs w:val="20"/>
          <w:lang w:val="en-US"/>
        </w:rPr>
        <w:t>            Delete word left/right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^K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Delete characters to end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^Y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 Delete string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Insert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    Toggle input and overwrite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+,-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Increment/decrement decimal or hexadecimal value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III/20. MiDiBOARD KEY REFERENCE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Use to enter notes while in MBoard mode (if not already active,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Shift+Space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activates this mode if song is Stopped, or if song is Paused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with no Trace).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5153025" cy="2286000"/>
            <wp:effectExtent l="19050" t="19050" r="28575" b="19050"/>
            <wp:docPr id="1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28600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>WHiLE TRACKER iS iN MBOARD MODE</w:t>
      </w:r>
      <w:r>
        <w:rPr>
          <w:rFonts w:ascii="Courier New" w:hAnsi="Courier New" w:cs="Courier New"/>
          <w:sz w:val="20"/>
          <w:szCs w:val="20"/>
        </w:rPr>
        <w:t xml:space="preserve">                          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MBoard key copies note in note field, plays it, and advances song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 next row. If used with </w:t>
      </w:r>
      <w:r>
        <w:rPr>
          <w:rFonts w:ascii="Courier New" w:hAnsi="Courier New" w:cs="Courier New"/>
          <w:b/>
          <w:sz w:val="20"/>
          <w:szCs w:val="20"/>
          <w:lang w:val="en-US"/>
        </w:rPr>
        <w:t>Left-Shift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key and line marking toggled ON,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it advances song to next highlighted row.                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If used with </w:t>
      </w:r>
      <w:r>
        <w:rPr>
          <w:rFonts w:ascii="Courier New" w:hAnsi="Courier New" w:cs="Courier New"/>
          <w:b/>
          <w:sz w:val="20"/>
          <w:szCs w:val="20"/>
          <w:lang w:val="en-US"/>
        </w:rPr>
        <w:t>Right-Shift</w:t>
      </w:r>
      <w:r>
        <w:rPr>
          <w:rFonts w:ascii="Courier New" w:hAnsi="Courier New" w:cs="Courier New"/>
          <w:sz w:val="20"/>
          <w:szCs w:val="20"/>
          <w:lang w:val="en-US"/>
        </w:rPr>
        <w:t xml:space="preserve"> key, it makes a fixed note.     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Space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plays row and advances song by one row.                     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`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inserts Key-Off, releases playing note and advances to next row.    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D9D9D9" w:themeColor="background1" w:themeShade="D9"/>
          <w:sz w:val="20"/>
          <w:szCs w:val="20"/>
          <w:lang w:val="en-US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IV. iNSTRUMENTS            </w:t>
      </w:r>
      <w:r>
        <w:rPr>
          <w:rFonts w:ascii="Courier New" w:hAnsi="Courier New" w:cs="Courier New"/>
          <w:sz w:val="20"/>
          <w:szCs w:val="20"/>
          <w:lang w:val="en-US"/>
        </w:rPr>
        <w:t>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ATTACK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Indicates how fast the sound volume goes to maximum.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1=slow, 15=fast. 0 means no attack phase.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DECAY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Indicates how fast the sound goes from maximum level to sustain level.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1=slow, 15=fast. 0 means no decay phase.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SUSTAiN LEVEL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Indicates the sustain level.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1=loudest, 15=softest. 0 means no sustain phase.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RELEASE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Indicates how fast the sound goes from sustain level to zero level.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1=slow, 15=fast. 0 means no release phase.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OUTPUT LEVEL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Ranges from 0 to 63, indicates the attenuation according to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envelope generator output. In Additive synthesis, varying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output level of any operator varies the volume of its corresponding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channel. In FM synthesis, varying the output level of carrier varies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volume of its corresponding channel, but varying the output of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modulator will change the frequency spectrum produced by the carrier.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WAVEFORM SELECT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Specifies the output waveform type.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first is closest to pure sine wave, the last is most distorted.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tbl>
      <w:tblPr>
        <w:tblW w:w="0" w:type="auto"/>
        <w:tblInd w:w="250" w:type="dxa"/>
        <w:tblBorders>
          <w:top w:val="single" w:sz="8" w:space="0" w:color="D9D9D9" w:themeColor="background1" w:themeShade="D9"/>
          <w:left w:val="single" w:sz="8" w:space="0" w:color="D9D9D9" w:themeColor="background1" w:themeShade="D9"/>
          <w:bottom w:val="single" w:sz="8" w:space="0" w:color="D9D9D9" w:themeColor="background1" w:themeShade="D9"/>
          <w:right w:val="single" w:sz="8" w:space="0" w:color="D9D9D9" w:themeColor="background1" w:themeShade="D9"/>
          <w:insideH w:val="single" w:sz="8" w:space="0" w:color="D9D9D9" w:themeColor="background1" w:themeShade="D9"/>
          <w:insideV w:val="single" w:sz="8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4110"/>
      </w:tblGrid>
      <w:tr w:rsidR="001B3C93">
        <w:tc>
          <w:tcPr>
            <w:tcW w:w="4253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[0]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SiNE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390775" cy="1171575"/>
                  <wp:effectExtent l="0" t="0" r="9525" b="9525"/>
                  <wp:docPr id="2" name="Picture 1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[4]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SiNE / EPO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238375" cy="1247775"/>
                  <wp:effectExtent l="0" t="0" r="9525" b="9525"/>
                  <wp:docPr id="3" name="Picture 3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C93">
        <w:tc>
          <w:tcPr>
            <w:tcW w:w="4253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[1]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HALF-SiNE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238375" cy="1247775"/>
                  <wp:effectExtent l="0" t="0" r="9525" b="9525"/>
                  <wp:docPr id="4" name="Picture 17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[5]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ABS-SiNE / EPO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238375" cy="1247775"/>
                  <wp:effectExtent l="0" t="0" r="9525" b="9525"/>
                  <wp:docPr id="5" name="Picture 16" descr="image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e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C93">
        <w:tc>
          <w:tcPr>
            <w:tcW w:w="4253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de-DE"/>
              </w:rPr>
              <w:lastRenderedPageBreak/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lang w:val="de-DE"/>
              </w:rPr>
              <w:t xml:space="preserve">[2] </w:t>
            </w:r>
            <w:r>
              <w:rPr>
                <w:rFonts w:ascii="Courier New" w:hAnsi="Courier New" w:cs="Courier New"/>
                <w:sz w:val="20"/>
                <w:szCs w:val="20"/>
                <w:lang w:val="de-DE"/>
              </w:rPr>
              <w:t>ABS-SiNE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de-DE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238375" cy="1247775"/>
                  <wp:effectExtent l="0" t="0" r="9525" b="9525"/>
                  <wp:docPr id="6" name="Picture 15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[6]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SQUARE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238375" cy="1247775"/>
                  <wp:effectExtent l="0" t="0" r="9525" b="9525"/>
                  <wp:docPr id="7" name="Picture 21" descr="image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mage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C93">
        <w:tc>
          <w:tcPr>
            <w:tcW w:w="4253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[3]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PULSE-SiNE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381250" cy="1171575"/>
                  <wp:effectExtent l="0" t="0" r="0" b="9525"/>
                  <wp:docPr id="8" name="Picture 20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[7]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DERiVED SQUARE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238375" cy="1247775"/>
                  <wp:effectExtent l="0" t="0" r="9525" b="9525"/>
                  <wp:docPr id="9" name="Picture 18" descr="image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mage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KEY SCALiNG LEVEL (KSL)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set, makes the sound softer at higher frequencies.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musical instruments, volume decreases as pitch increases.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Level key scaling values are used to simulate this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any (not zero), the diminishing factor can be 1.5 dB/octave,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3.0 dB/octave, or 6.0 dB/octave.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PANNiNG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Gives you ability of controlling output, going to left or right channel,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standing in the middle respectively.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parameter corresponds either with carrier and modulator, therefore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is listed only once (within the carrier slot).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FiNE-TUNE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is not a hardware parameter.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Ranges from -127 to 127, it indicates the number of frequency units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shifted up or down for any note playing with the corresponding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parameter corresponds either with carrier and modulator, therefore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is listed only once (within the carrier slot).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FEEDBACK STRENGTH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Ranges from 0 to 7, it indicates the modulation depth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the modulator slot FM feedback.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┌────────────╥─────┬─────┬─────┬─────┬─────┬─────┬─────┬─────┐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FEEDBACK 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 [</w:t>
      </w:r>
      <w:r>
        <w:rPr>
          <w:rFonts w:ascii="Courier New" w:hAnsi="Courier New" w:cs="Courier New"/>
          <w:b/>
          <w:sz w:val="20"/>
          <w:szCs w:val="20"/>
          <w:lang w:val="en-US"/>
        </w:rPr>
        <w:t>0]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[1]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[2]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[3]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[4]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[5]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[6]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[7]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├────────────╫─────┼─────┼─────┼─────┼─────┼─────┼─────┼─────┤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MODULATiON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0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π/16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π/8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π/4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π/2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π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2π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4π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└────────────╨─────┴─────┴─────┴─────┴─────┴─────┴─────┴─────┘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parameter corresponds either with carrier and modulator, therefore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is listed only once (within the carrier slot).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CONNECTiON TYPE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Frequency modulation means that the modulator slot modulates the carrier.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Additive synthesis means that both slots produce sound on their 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tbl>
      <w:tblPr>
        <w:tblStyle w:val="Mriekatabuky"/>
        <w:tblW w:w="0" w:type="auto"/>
        <w:tblInd w:w="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812"/>
      </w:tblGrid>
      <w:tr w:rsidR="001B3C93"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[FM] FREQUENCY MODULATiON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┌────────────┐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 ╔════╗  │         ╔════╗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P1 ───(+)───║ MO ╟──┴───(+)───║ CA ╟──&gt; OUT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    ╚════╝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  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P2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B3C93"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[ADDiTiVE SYNTHESiS] AM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┌────────────┐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 ╔════╗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P1 ───(+)───║ MO ╟──┴────┐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 (+)──&gt; OUT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            ╔════╗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P2 ─────────║ CA ╟───────┘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parameter corresponds either with carrier and modulator, therefore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is listed only once (within the carrier slot).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parameter is also very important when making 4-op instruments,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because the combination of two instrument connections specifies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connection of the 4-op instrument as shown below: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┌──────────╥────┬────┬────┬────┐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SLOT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M1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│ </w:t>
      </w:r>
      <w:r>
        <w:rPr>
          <w:rFonts w:ascii="Courier New" w:hAnsi="Courier New" w:cs="Courier New"/>
          <w:sz w:val="20"/>
          <w:szCs w:val="20"/>
          <w:lang w:val="en-US"/>
        </w:rPr>
        <w:t xml:space="preserve">C1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M2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lastRenderedPageBreak/>
        <w:t> ├──────────╫────┼────┼────┼────┤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OPERATOR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b/>
          <w:sz w:val="20"/>
          <w:szCs w:val="20"/>
          <w:lang w:val="en-US"/>
        </w:rPr>
        <w:t> </w:t>
      </w:r>
      <w:r>
        <w:rPr>
          <w:rFonts w:ascii="Courier New" w:hAnsi="Courier New" w:cs="Courier New"/>
          <w:sz w:val="20"/>
          <w:szCs w:val="20"/>
          <w:lang w:val="en-US"/>
        </w:rPr>
        <w:t xml:space="preserve">2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3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4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└──────────╨────┴────┴────┴────┘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tbl>
      <w:tblPr>
        <w:tblStyle w:val="Mriekatabuky"/>
        <w:tblW w:w="0" w:type="auto"/>
        <w:tblInd w:w="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381"/>
      </w:tblGrid>
      <w:tr w:rsidR="001B3C93">
        <w:tc>
          <w:tcPr>
            <w:tcW w:w="93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[FM/FM]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┌────────────┐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    ╔════╗  │         ╔════╗         ╔════╗         ╔════╗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P1 ───(+)───║ M1 ╟──┴───(+)───║ C1 ╟───(+)───║ M2 ╟───(+)───║ C2 ╟──&gt; OUT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    ╚════╝    │    ╚════╝    │    ╚════╝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              │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  │              │              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P2             P3             P4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B3C93">
        <w:tc>
          <w:tcPr>
            <w:tcW w:w="93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[FM/AM] (*)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┌────────────┐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 ╔════╗  │         ╔════╗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P1 ───(+)───║ M1 ╟──┴───(+)───║ C1 ╟────┐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    ╚════╝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  │              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P2            (+)──&gt; OUT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╔════╗            ╔════╗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P3 ─────────║ M2 ╟──────(+)───║ C2 ╟────┘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    ╚════╝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P4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B3C93">
        <w:tc>
          <w:tcPr>
            <w:tcW w:w="93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[AM/FM] (*)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┌────────────┐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 ╔════╗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P1 ───(+)───║ M1 ╟──┴──────────────────────────────────┐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                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╔════╗            ╔════╗         ╔════╗    │</w:t>
            </w:r>
            <w:r>
              <w:rPr>
                <w:rFonts w:ascii="Courier New" w:hAnsi="Courier New" w:cs="Courier New"/>
                <w:sz w:val="20"/>
                <w:szCs w:val="20"/>
              </w:rPr>
              <w:softHyphen/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P2 ─────────║ C1 ╟──────(+)───║ M2 ╟───(+)───║ C2 ╟───(+)──&gt; OUT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    ╚════╝    │    ╚════╝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                │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P3             P4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B3C93">
        <w:tc>
          <w:tcPr>
            <w:tcW w:w="93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[AM/AM]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┌────────────┐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 │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         │    ╔════╗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P1 ───(+)───║ M1 ╟──┴───────────────────┐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╔════╗            ╔════╗    │</w:t>
            </w:r>
            <w:r>
              <w:rPr>
                <w:rFonts w:ascii="Courier New" w:hAnsi="Courier New" w:cs="Courier New"/>
                <w:sz w:val="20"/>
                <w:szCs w:val="20"/>
              </w:rPr>
              <w:softHyphen/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P2 ─────────║ C1 ╟──────(+)───║ M2 ╟───(+)──&gt; OUT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       │    ╚════╝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│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              P3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╔════╗                      │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 P4 ─────────║ C2 ╟──────────────────────┘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             ╚════╝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B3C93">
        <w:tc>
          <w:tcPr>
            <w:tcW w:w="93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(*)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REMARK ABOUT 4OP CONNECTiONS FM/AM AND AM/FM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Please note, that since order of 4OP channels (hardware-wise) is </w:t>
            </w:r>
            <w:r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2)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</w:t>
            </w:r>
            <w:r>
              <w:rPr>
                <w:rFonts w:ascii="Courier New" w:hAnsi="Courier New" w:cs="Courier New"/>
                <w:sz w:val="20"/>
                <w:szCs w:val="20"/>
                <w:vertAlign w:val="superscript"/>
              </w:rPr>
              <w:t>1)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these two instrument connections are swapped.',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The preview diagrams in the Instrument Editor window show actual order,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but here this information is kept in conformity with the official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Yamaha YMF262 data specification to prevent further confusion.</w:t>
            </w:r>
          </w:p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TREMOLO (AMPLiTUDE MODULATiON)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set, turns tremolo (volume vibrato) ON for the corresponding slot.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repetition rate is 3.7Hz, the depth is optional (1dB/4.8dB).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ViBRATO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set, turns frequency vibrato ON for the corresponding slot.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repetition rate is 6.1Hz, the depth is optional (7%/14%).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KEY SCALE RATE (KSR)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set, makes the sound shorter at higher frequencies.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normal musical instruments, the attack and decay rate becomes faster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as the pitch increases. The key scale rate controls simulation of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effect. An offset (rof) is added to the individual attack, decay,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and release rates depending on the following formula: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actual_rate = (rate * 4) + rof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"rof" values for corresponding "rate" value and KSR state are shown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 the following table: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┌────────╥───┬───┬───┬───┬───┬───┬───┬───┬───┬───┬───┬───┬───┬───┬───┬───┐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%rate%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4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5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6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7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8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9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B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D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╞════════╬═══╪═══╪═══╪═══╪═══╪═══╪═══╪═══╪═══╪═══╪═══╪═══╪═══╪═══╪═══╪═══╡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[OFF]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├────────╫───┼───┼───┼───┼───┼───┼───┼───┼───┼───┼───┼───┼───┼───┼───┼───┤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[ON]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║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4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5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6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7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8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9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B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D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└────────╨───┴───┴───┴───┴───┴───┴───┴───┴───┴───┴───┴───┴───┴───┴───┴───┘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SUSTAiN (ENVELOPE GENERATOR TYPE)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set, the sustain level of the voice is maintained until released.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clear, the sound begins to decay immediately after hitting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sustain phase.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tbl>
      <w:tblPr>
        <w:tblStyle w:val="Mriekatabuky"/>
        <w:tblW w:w="0" w:type="auto"/>
        <w:tblInd w:w="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56"/>
        <w:gridCol w:w="4819"/>
      </w:tblGrid>
      <w:tr w:rsidR="001B3C93">
        <w:tc>
          <w:tcPr>
            <w:tcW w:w="42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[OFF]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428875" cy="1495425"/>
                  <wp:effectExtent l="0" t="0" r="9525" b="9525"/>
                  <wp:docPr id="10" name="Picture 13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7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B3C93" w:rsidRDefault="001B3C93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[ON]</w:t>
            </w:r>
          </w:p>
          <w:p w:rsidR="001B3C93" w:rsidRDefault="00AC2B65">
            <w:pPr>
              <w:pStyle w:val="Obyajntext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>
                  <wp:extent cx="2867025" cy="1495425"/>
                  <wp:effectExtent l="0" t="0" r="9525" b="9525"/>
                  <wp:docPr id="11" name="Picture 14" descr="image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FREQUENCY DATA MULTiPLiER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Sets the multiplier for the frequency data specified by block and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F-number. This multiplier is applied to the FM carrier or modulation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frequencies. The multiplication factor and corresonding harmonic types are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shown in the following table: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┌───────┬─────┬────────────────────────────────────┐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MULT.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 x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HARMONiC  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╞═══════╪═════╪════════════════════════════════════╡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[0]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0.5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octave below        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[1]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1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at the voice's specified frequency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[2]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2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octave above        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[3]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3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 octave and a 5th above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[4]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4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octaves above       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[5]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5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octaves and a Major 3rd above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[6]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6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octaves and a 5th above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[7]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7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2 octaves and a Minor 7th above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[8]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8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octaves above       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[9]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9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octaves and a Major 2nd above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[A]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10 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octaves and a Major 3rd above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[B]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10 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...               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[C]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12 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octaves and a 5th above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[D]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12 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...               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[E]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15 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 octaves and a Major 7th above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</w:t>
      </w:r>
      <w:r>
        <w:rPr>
          <w:rFonts w:ascii="Courier New" w:hAnsi="Courier New" w:cs="Courier New"/>
          <w:b/>
          <w:sz w:val="20"/>
          <w:szCs w:val="20"/>
          <w:lang w:val="en-US"/>
        </w:rPr>
        <w:t>[F]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15 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  ...               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└───────┴─────┴────────────────────────────────────┘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V. EFFECTS                 </w:t>
      </w:r>
      <w:r>
        <w:rPr>
          <w:rFonts w:ascii="Courier New" w:hAnsi="Courier New" w:cs="Courier New"/>
          <w:sz w:val="20"/>
          <w:szCs w:val="20"/>
          <w:lang w:val="en-US"/>
        </w:rPr>
        <w:t>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[0xy]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ARPEGGiO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causes the note to quickly cycle through three notes: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note playing, a note 'x' halftones above,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and a note 'y' halftones above.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causes an effect similar to old C64 chords.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song speed has to be greater or equal to three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 order to perform arpeggio effect completely.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[1xx]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FREQUENCY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the frequency up (pitch bend).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[2xx]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FREQUENCY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the frequency down (pitch bend).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[3xx]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TONE PORTAMENTO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is used together with a note and will slide to its frequency.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'xx'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[4xy]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ViBRATO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causes the frequency to oscillate with depth 'y' at speed 'x'.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[5xy]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TONE PORTAMENTO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Tone portamento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[6xy]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ViBRATO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Vibrato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[7xx]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FREQUENCY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the frequency up (pitch bend) once per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Parameter 'xx'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[8xx]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FREQUENCY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the frequency down (pitch bend) once per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[9xx]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volume of modulator slot.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Value of 'xx' ranges from 0 to 3F (softest -&gt; loudest).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[Axy]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volume up or down at the given speed.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'x' then 'y' is not used, and vice versa.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[Bxx]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PATTERN JUMP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causes the song to jump to order 'xx'.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is often used to create looping songs.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two 'Bxx' commands are given, then the command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higher track will take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[Cxx]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iNSTRUMENT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absolute volume of the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is equal to Ixx command when instrument uses FM connection,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otherwise both carrier and modulator volume is updated.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Value of 'xx' ranges from 0 to 3F (softest -&gt; loudest).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[Dxx]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PATTERN BREAK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signifies the end of the current pattern, and also that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next pattern should be played from row 'xx'.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two 'Dxx' commands are given, then the command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higher track will take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[Exx]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TEMPO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song tempo (also known as BPM).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hexadecimal value of refresh rate in Hz.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two 'Exx' commands are given, then the command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higher track will take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[Fxx]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song speed.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how many frames to wait before advancing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two 'Fxx' commands are given, then the command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higher track will take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[Gxy]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TONE PORTAMENTO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Tone portamento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[Hxy]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ViBRATO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Vibrato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[Ixx]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volume of carrier slot.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Value of 'xx' ranges from 0 to 3F (softest -&gt; loudest).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[Jxy]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WAVEFORM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waveform of carrier or modulator slot.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carrier and 'y' modulator waveform type as following: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'0'-'7' means type of waveform,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'F' means "no change".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"Waveform select".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[Kxy]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volume up or down at the given speed,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once per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'x' then 'y' is not used, and vice versa.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[Lxx]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RETRiG NOTE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retriggs the note after 'xx'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no note is specified, last given is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lower is the interval, the faster is the retrigger.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[Mxy]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TREMOLO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causes the volume to oscillate with depth 'y' at speed 'x'.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Tremolo acts like vibrato, but changing the volume instead of the pitch.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[Nxy]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TREMOR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causes the volume to remain normal for 'x' frames,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then fades the volume to zero for 'y'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[Oxy]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ARPEGGiO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Arpeggio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[Pxy]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ARPEGGiO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Arpeggio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  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[Qxy]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MULTi RETRiG NOTE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retriggs the note after 'x' frames with specified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volume change. Parameter 'y' gives type of volume change: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None,    '8' is Unused,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-1,      '9' is +1,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'2' is -2,      'a' is +2,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'3' is -4,      'b' is +4,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'4' is -8,      'c' is +8,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'5' is -16,     'd' is +16,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  '6' is *2/3,    'e' is *3/2,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'7' is *1/2,    'f' is *2.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no note is specified, last given is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lower is the interval, the faster is the retrigger.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[Rxy]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FREQUENCY SLiDE UP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Frequency slide up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[Sxy]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FREQUENCY SLiDE DOWN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Frequency slide down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[Txy]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FREQUENCY SLiDE UP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Fine frequency slide up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[Uxy]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FREQUENCY SLiDE DOWN WiTH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Fine frequency slide down and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[Vxy]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FREQUENCY SLiDE UP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Frequency slide up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[Wxy]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FREQUENCY SLiDE DOWN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Frequency slide down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[Xxy]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FREQUENCY SLiDE UP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Fine frequency slide up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[Yxy]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FREQUENCY SLiDE DOWN WiTH FiNE VOLUME SLiDE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executes both Fine frequency slide down and Fine volume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'xy' gives speed of volume slide: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'x' is speed of slide up,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'y' is speed of slide down.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you specify 'xy' as '00' then the previous value will be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[Z0x]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TREMOLO DEPTH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Tremolo depth of all 36 operators.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depth: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1dB,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4.8dB.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[Z1x]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ViBRATO DEPTH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Vibrato depth of all 36 operators.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depth: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7%,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14%.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[Z2x]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ATTACK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"Attack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[Z3x]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DECAY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"Decay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[Z4x]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SUSTAiN LEVEL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"Sustain level".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[Z5x]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RELEASE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"Release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[Z6x]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ATTACK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"Attack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[Z7x]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DECAY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"Decay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[Z8x]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SUSTAiN LEVEL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"Sustain level".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[Z9x]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RELEASE RATE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ADSR command. 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"Release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[ZAx]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FEEDBACK STRENGTH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Feedback strength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"Feedback strength".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[ZBx]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PANNiNG POSiTiON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changes the panning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position: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center,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left,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'2' is right.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[ZCx]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PATTERN LOOP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Syntax: ZC0 - Set loopback point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ZCx - Loop x times.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pattern space-saving feature will cause the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to be looped 'x' times back to the last ZC0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you can only loop within the pattern, and each track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has its own loopback information, so you are supposed to have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corresponding ZC0 and ZCx commands in the same track in order to operate.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ZCx commands are put in both effect columns, only the one in first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column will operate.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[ZDx]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RECURSiVE PATTERN LOOP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Syntax: ZD0 - Set loopback point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  ZDx - Loop x times.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is recursive variant of ZCx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 that when such kind of loop is located inside other "parent" loop,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is proceeded any time it is passed by this loop.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using ZC0 instead of ZD0 command has the same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Please keep in mind that ZDx command should not be used in combination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ZCx command in other effect column, otherwise it will cause an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endless loop.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[ZE0/ZE1]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MACRO KEY-OFF LOOP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temporarily turns on-or-off looping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of Key-Off phase in macro-table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'x' gives the state to toggle: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'1' is ON.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Note that "temporarily" means that the change is valid until there will be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set different instrument than is the current one, for which this command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is to be used.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[ZE2/ZE3]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RESTARTiNG ENVOLOPE WiTH TONE PORTAMENTO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─────────────────────────────────────────────────────────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turns on-or-off restarting of ADSR envelope for current track.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It means, that the note key will be retriggered for every row with non-empty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input in the note column (rows where note culumn is empty are not affected).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'x' gives the state to toggle: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'2'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'3' is ON.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[ZE4]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PERFORM RESTART ENVELOPE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restarts ADSR envelope for current instrument.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[ZE5/ZE6]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4OP TRACK VOLUME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turns on-or-off 4OP Track Volume Lock.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If 4OP Track Volume Lock is set, some of the volume effect commands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will work in 4OP mode instead of default (2OP) mode. This means,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that volume attenuation is calculated according 4OP connection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of the 2 used instruments in track 2) and 1), and you don't have 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manage carrier/modulator output level to get desired volume level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during playback.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'x' gives the state to toggle: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'5'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'6'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Here is a complete list of commands that are affected by this lock: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5xy/6xy, Axy, Cxx, Gxy/Hxy, Kxy, Mxy, Rxy/Sxy, Txy/Uxy,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Vxy/Wxy, Xxy/Yxy, ^xy, %xx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Please note that when the 4OP Track Volume Lock is set for particular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4OP tracks, setting of 'Volume Scaling' is ignored (it is mandatory ON).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[ZE7]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PERFORM BPM SLiDE USiNG &gt;xx AND &lt;xx COMMANDS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──────────────────────────────────────────────────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As description invokes, this command is intended to be used together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with &gt;xx and &lt;xx effect commands.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It will cause the playback speed shift up/down by certain amount (Hz)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depending on the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'xx' gives speed of slide.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[ZF0]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RELEASE SUSTAiNiNG SOUND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causes the track volume to fade down immediately.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it nulls current Attack rate, Decay rate,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Sustain level, and Release rate.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[ZF1]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RESET iNSTRUMENT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resets back to modulator and carrier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defined in modulator and carrier slot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[ZF2/ZF3]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TRACK VOLUME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turns on-or-off the Volume Lock for current track.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It means, that the track volume will remain constant for entire track.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constant is updated when using volume effect commands,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or when using new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'x' gives the state to toggle: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  '2' is 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'3' is OFF.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[ZF4/ZF5]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VOLUME PEAK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turns on-or-off the Volume Peak Lock for current track.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It means, that when performing a Volume Slide, the upper limit of track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volume will remain lower or equal to volume level specified in carrier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and modulator slot of corresponding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Note that lock affects Volume Slide and Fine Volume Slide effects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as well as Tremolo, Tremor and Multi Retrig Note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'x' gives the state of lock to toggle: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'4' is 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'5' is OFF.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[ZF6]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MODULATOR VOLUME SLiDES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toggles volume slide for modulator slot only. If used together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ZF7 effect command, it toggles volume slide for both slots.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command will affect Volume Slide and Fine Volume Slide effects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as well as Tremolo, Tremor and Multi Retrig Note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[ZF7]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CARRiER VOLUME SLiDES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toggles volume slide for carrier slot only. If used together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ZF6 effect command, it toggles volume slide for both slots.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command will affect Volume Slide and Fine Volume Slide effects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as well as Tremolo, Tremor and Multi Retrig Note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[ZF8]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DEFAULT VOLUME SLiDES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toggles default volume slides.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means, that replay routine will distinguish which slot (carrier or both)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to proceed from connection type (see chapter IV, part "Connection type").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command will affect Volume Slide and Fine Volume Slide effects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as well as Tremolo, Tremor and Multi Retrig Note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[ZF9/ZFA]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TOGGLE TRACK PANNiNG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enables the Panning Lock.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means, that current panning position is forced for entire track,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and can be updated only by ZBx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turns on-or-off the Panning Lock for current track.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It means, that current panning position is forced for entire track,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and can be updated only by ZBx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Parameter 'x' gives the state of lock to toggle: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'9' is 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'A' is OFF.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[ZFB]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ViBRATO 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marks the end of Vibrato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will restore the last frequency before Vibrato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[ZFC]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TREMOLO OFF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marks the end of Tremolo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will restore the last volume before Tremolo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[ZFD]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FORCE FiNE ViBRATO (FORCE FiNE GLOBAL FREQ. SLiDE)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has to be used together with 4xy, 6xy or Hxy (&gt;xx, &lt;xx)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effect command. It will cause the Vibrato (Global Freq. Slide Up/Down)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effect to be performed once per row instead of every frame.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switch is reset at the end of effect.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[ZFE]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FORCE FiNE TREMOLO (FORCE EXTRA FiNE GLOBAL FREQ. SLiDE)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has to be used together with Mxy (&gt;xx, &lt;xx)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effect command. It will cause the Tremolo (Global Freq. Slide Up/Down)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effect to be performed once per row (once per every four frames).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switch is reset at the end of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[ZFF]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FORCE NO RESTART FOR MACRO TABLES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1) This command can be used together with !xx (@xx)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It will cause that the arpeggio (vibrato) table is swapped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without restarting position. It means that the current position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is maintained as the starting point in new table.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2) This command can be used while new note is triggered and the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that is played is using FM-register macro (arpeggio macro, vibrato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macro resp.) In such case the macro is not restarted, which means that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the current position in FM-register (arpeggio, vibrato resp.) macro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 table is maintained.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[#0x]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CONNECTiON TYPE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connection type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"Connection type".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[#1x]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MULTiPLiER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modulator's multiplier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"Frequency data multiplier".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[#2x]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KSL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modulator's scaling level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"Key scaling level".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[#3x]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TREMOLO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modulator's tremolo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"Tremolo (Amplitude modulation)".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[#4x]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ViBRATO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modulator's vibrato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"Vibrato)".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[#5x]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KSR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modulator's KSR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"Key scale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[#6x]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MODULATOR'S SUSTAiN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modulator's sustain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"Sustain (Envelope generator)".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[#7x]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MULTiPLiER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carrier's multiplier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"Frequency data multiplier".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[#8x]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KSL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carrier's scaling level of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value.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"Key scaling level".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[#9x]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TREMOLO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carrier's tremolo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"Tremolo (Amplitude modulation)".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[#Ax]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ViBRATO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carrier's vibrato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"Vibrato)".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[#Bx]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KSR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carrier's KSR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"Key scale rate".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[#Cx]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CARRiER'S SUSTAiN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carrier's sustain on-or-off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the state: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'0' is OFF,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'1' is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IV, part "Sustain (Envelope generator)".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[&amp;0x]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PATTERN DELAY (FRAMES)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will delay the pattern 'x'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two '&amp;0x' commands are given, then the command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higher track will take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lastRenderedPageBreak/>
        <w:t> [&amp;1x]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PATTERN DELAY (ROWS)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will cause a pause on the row for effectively 'x' rows longer.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two '&amp;1x' commands are given, then the command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higher track will take effect.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[&amp;2x]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NOTE DELAY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will delay the note 'x'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[&amp;3x]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NOTE CUT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cuts the note (Key-Off will be performed) after 'x'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[&amp;4x]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FiNE-TUNE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fine-tunes frequency up.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used together with a note, it overrides the default note frequency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before the note is outputted (acts like fine-tune parameter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included in instrument data).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frequency shift.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[&amp;5x]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FiNE-TUNE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fine-tunes frequency down as stated above.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[&amp;6x]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GLOBAL VOLUME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global volume up at the given speed.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[&amp;7x]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GLOBAL VOLUME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global volume down at the given speed.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[&amp;8x]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GLOBAL VOLUME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global volume up at the given speed,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once per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[&amp;9x]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FiNE GLOBAL VOLUME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global volume down at the given speed,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once per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[&amp;Ax]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GLOBAL VOLUME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global volume up at the given speed,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once every four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[&amp;Bx]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GLOBAL VOLUME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global volume down as stated above.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[&amp;Cx]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VOLUME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volume up at the given speed,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once every four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 that you can do four times more accurate slide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[&amp;Dx]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VOLUME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fades the volume down as stated above.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[&amp;Ex]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FREQUENCY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frequency up (pitch bend), once every four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 that you can do four times more accurate slide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[&amp;Fx]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FREQUENCY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frequency down as stated above.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[$xy]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ARPEGGiO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is a variant of 0xy (Arpeggio)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executes the arpeggio once every four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 that you can do four times more accurate arpeggio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song speed doesn't have to be greater or equal to three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as it is in case of normal arpeggio.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[~xy]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ViBRATO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is a variant of 4xy (Vibrato)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executes the vibrato once every four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 that you can do four times more accurate vibrato effects.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[^xy]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EXTRA FiNE TREMOLO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is a variant of Mxy (Tremolo)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executes the tremolo once every four frames.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means that you can do four times more accurate tremolo effects.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[!xx]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SWAP ARPEGGiO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temporarily swaps the arpeggio table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number of new table.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number of arpeggio table in instrument macro-table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remains intact, and "temporarily" means that the change is valid until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there is another note or instrument set.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[@xx]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SWAP ViBRATO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temporarily swaps the vibrato table for current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number of new table.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number of vibrato table in instrument macro-table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remains intact, and "temporarily" means that the change is valid until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there is another note or instrument set.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[=xx]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FORCE iNSTRUMENT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is a variant of Cxx (Set Instrument volume) effect command.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difference is in modulator's role when affecting volume, because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it scales the modulator volume according to 'xx' value, no matter what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connection type of the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carrier volume is set as usual.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Value of 'xx' ranges from 0 to 3F (softest -&gt; loudest).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[%xx]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GLOBAL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sets the global volume of song.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Value of 'xx' ranges from 0 to 3F (softest -&gt; loudest).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[&gt;xx]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GLOBAL FREQ. SLiDE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the frequency up (pitch bend) in all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from current to last, if it’s not overridden by using another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'&lt;xx' or '&gt;xx' in second effect column or one of succeeding tracks. 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Parameter 'xx' gives speed of slide.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Note that you can also use Fine or Extra Fine variant of this command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by putting command switch 'ZFD' or 'ZFE' into second effect column.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[&lt;xx]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GLOBAL FREQ. SLiDE DOWN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This command slides frequency down as stated above.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[`xx]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SET CUSTOM SPEED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This command sets custom speed table for Vibrato/Tremolo effect,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which is generated according given parameter 'xx':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</w:t>
      </w:r>
    </w:p>
    <w:p w:rsidR="001B3C93" w:rsidRDefault="00AC2B65">
      <w:pPr>
        <w:spacing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'00'     Reset default speed table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'01-FF'  Calculate custom speed table with parameters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 </w:t>
      </w:r>
      <w:r>
        <w:rPr>
          <w:rFonts w:ascii="Courier New" w:hAnsi="Courier New" w:cs="Courier New"/>
          <w:b/>
          <w:sz w:val="20"/>
          <w:szCs w:val="20"/>
          <w:lang w:val="en-US"/>
        </w:rPr>
        <w:t>table size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sz w:val="20"/>
          <w:szCs w:val="20"/>
          <w:lang w:val="en-US"/>
        </w:rPr>
        <w:t>maximum value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and </w:t>
      </w:r>
      <w:r>
        <w:rPr>
          <w:rFonts w:ascii="Courier New" w:hAnsi="Courier New" w:cs="Courier New"/>
          <w:b/>
          <w:sz w:val="20"/>
          <w:szCs w:val="20"/>
          <w:lang w:val="en-US"/>
        </w:rPr>
        <w:t>processing speed factor</w:t>
      </w:r>
      <w:r>
        <w:rPr>
          <w:rFonts w:ascii="Courier New" w:hAnsi="Courier New" w:cs="Courier New"/>
          <w:sz w:val="20"/>
          <w:szCs w:val="20"/>
          <w:lang w:val="en-US"/>
        </w:rPr>
        <w:br/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┌────────────┬──────┬────────┬────────┐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br/>
      </w:r>
      <w:r>
        <w:rPr>
          <w:rFonts w:ascii="Courier New" w:hAnsi="Courier New" w:cs="Courier New"/>
          <w:sz w:val="20"/>
          <w:szCs w:val="20"/>
          <w:lang w:val="en-US"/>
        </w:rPr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PARAMETER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SiZE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MAX.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FACTOR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</w:t>
      </w:r>
      <w:r>
        <w:rPr>
          <w:rFonts w:ascii="Courier New" w:hAnsi="Courier New" w:cs="Courier New"/>
          <w:sz w:val="20"/>
          <w:szCs w:val="20"/>
          <w:lang w:val="en-US"/>
        </w:rPr>
        <w:br/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           ╞════════════╪══════╪════════╪════════╡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[</w:t>
      </w:r>
      <w:r>
        <w:rPr>
          <w:rFonts w:ascii="Courier New" w:hAnsi="Courier New" w:cs="Courier New"/>
          <w:b/>
          <w:sz w:val="20"/>
          <w:szCs w:val="20"/>
          <w:lang w:val="en-US"/>
        </w:rPr>
        <w:t>01</w:t>
      </w:r>
      <w:r>
        <w:rPr>
          <w:rFonts w:ascii="Courier New" w:hAnsi="Courier New" w:cs="Courier New"/>
          <w:sz w:val="20"/>
          <w:szCs w:val="20"/>
          <w:lang w:val="en-US"/>
        </w:rPr>
        <w:t>]..[</w:t>
      </w:r>
      <w:r>
        <w:rPr>
          <w:rFonts w:ascii="Courier New" w:hAnsi="Courier New" w:cs="Courier New"/>
          <w:b/>
          <w:sz w:val="20"/>
          <w:szCs w:val="20"/>
          <w:lang w:val="en-US"/>
        </w:rPr>
        <w:t>EF</w:t>
      </w:r>
      <w:r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32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01</w:t>
      </w:r>
      <w:r>
        <w:rPr>
          <w:rFonts w:ascii="Courier New" w:hAnsi="Courier New" w:cs="Courier New"/>
          <w:sz w:val="20"/>
          <w:szCs w:val="20"/>
          <w:lang w:val="en-US"/>
        </w:rPr>
        <w:t>..</w:t>
      </w:r>
      <w:r>
        <w:rPr>
          <w:rFonts w:ascii="Courier New" w:hAnsi="Courier New" w:cs="Courier New"/>
          <w:b/>
          <w:sz w:val="20"/>
          <w:szCs w:val="20"/>
          <w:lang w:val="en-US"/>
        </w:rPr>
        <w:t>EF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x1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[</w:t>
      </w:r>
      <w:r>
        <w:rPr>
          <w:rFonts w:ascii="Courier New" w:hAnsi="Courier New" w:cs="Courier New"/>
          <w:b/>
          <w:sz w:val="20"/>
          <w:szCs w:val="20"/>
          <w:lang w:val="en-US"/>
        </w:rPr>
        <w:t>F0</w:t>
      </w:r>
      <w:r>
        <w:rPr>
          <w:rFonts w:ascii="Courier New" w:hAnsi="Courier New" w:cs="Courier New"/>
          <w:sz w:val="20"/>
          <w:szCs w:val="20"/>
          <w:lang w:val="en-US"/>
        </w:rPr>
        <w:t>]..[</w:t>
      </w:r>
      <w:r>
        <w:rPr>
          <w:rFonts w:ascii="Courier New" w:hAnsi="Courier New" w:cs="Courier New"/>
          <w:b/>
          <w:sz w:val="20"/>
          <w:szCs w:val="20"/>
          <w:lang w:val="en-US"/>
        </w:rPr>
        <w:t>F3</w:t>
      </w:r>
      <w:r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32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FF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x1</w:t>
      </w:r>
      <w:r>
        <w:rPr>
          <w:rFonts w:ascii="Courier New" w:hAnsi="Courier New" w:cs="Courier New"/>
          <w:sz w:val="20"/>
          <w:szCs w:val="20"/>
          <w:lang w:val="en-US"/>
        </w:rPr>
        <w:t>..</w:t>
      </w:r>
      <w:r>
        <w:rPr>
          <w:rFonts w:ascii="Courier New" w:hAnsi="Courier New" w:cs="Courier New"/>
          <w:b/>
          <w:sz w:val="20"/>
          <w:szCs w:val="20"/>
          <w:lang w:val="en-US"/>
        </w:rPr>
        <w:t>x4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[</w:t>
      </w:r>
      <w:r>
        <w:rPr>
          <w:rFonts w:ascii="Courier New" w:hAnsi="Courier New" w:cs="Courier New"/>
          <w:b/>
          <w:sz w:val="20"/>
          <w:szCs w:val="20"/>
          <w:lang w:val="en-US"/>
        </w:rPr>
        <w:t>F4</w:t>
      </w:r>
      <w:r>
        <w:rPr>
          <w:rFonts w:ascii="Courier New" w:hAnsi="Courier New" w:cs="Courier New"/>
          <w:sz w:val="20"/>
          <w:szCs w:val="20"/>
          <w:lang w:val="en-US"/>
        </w:rPr>
        <w:t>]..[</w:t>
      </w:r>
      <w:r>
        <w:rPr>
          <w:rFonts w:ascii="Courier New" w:hAnsi="Courier New" w:cs="Courier New"/>
          <w:b/>
          <w:sz w:val="20"/>
          <w:szCs w:val="20"/>
          <w:lang w:val="en-US"/>
        </w:rPr>
        <w:t>F7</w:t>
      </w:r>
      <w:r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64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FF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x1</w:t>
      </w:r>
      <w:r>
        <w:rPr>
          <w:rFonts w:ascii="Courier New" w:hAnsi="Courier New" w:cs="Courier New"/>
          <w:sz w:val="20"/>
          <w:szCs w:val="20"/>
          <w:lang w:val="en-US"/>
        </w:rPr>
        <w:t>..</w:t>
      </w:r>
      <w:r>
        <w:rPr>
          <w:rFonts w:ascii="Courier New" w:hAnsi="Courier New" w:cs="Courier New"/>
          <w:b/>
          <w:sz w:val="20"/>
          <w:szCs w:val="20"/>
          <w:lang w:val="en-US"/>
        </w:rPr>
        <w:t>x4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[</w:t>
      </w:r>
      <w:r>
        <w:rPr>
          <w:rFonts w:ascii="Courier New" w:hAnsi="Courier New" w:cs="Courier New"/>
          <w:b/>
          <w:sz w:val="20"/>
          <w:szCs w:val="20"/>
          <w:lang w:val="en-US"/>
        </w:rPr>
        <w:t>F8</w:t>
      </w:r>
      <w:r>
        <w:rPr>
          <w:rFonts w:ascii="Courier New" w:hAnsi="Courier New" w:cs="Courier New"/>
          <w:sz w:val="20"/>
          <w:szCs w:val="20"/>
          <w:lang w:val="en-US"/>
        </w:rPr>
        <w:t>]..[</w:t>
      </w:r>
      <w:r>
        <w:rPr>
          <w:rFonts w:ascii="Courier New" w:hAnsi="Courier New" w:cs="Courier New"/>
          <w:b/>
          <w:sz w:val="20"/>
          <w:szCs w:val="20"/>
          <w:lang w:val="en-US"/>
        </w:rPr>
        <w:t>FB</w:t>
      </w:r>
      <w:r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128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FF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x1</w:t>
      </w:r>
      <w:r>
        <w:rPr>
          <w:rFonts w:ascii="Courier New" w:hAnsi="Courier New" w:cs="Courier New"/>
          <w:sz w:val="20"/>
          <w:szCs w:val="20"/>
          <w:lang w:val="en-US"/>
        </w:rPr>
        <w:t>..</w:t>
      </w:r>
      <w:r>
        <w:rPr>
          <w:rFonts w:ascii="Courier New" w:hAnsi="Courier New" w:cs="Courier New"/>
          <w:b/>
          <w:sz w:val="20"/>
          <w:szCs w:val="20"/>
          <w:lang w:val="en-US"/>
        </w:rPr>
        <w:t>x4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[</w:t>
      </w:r>
      <w:r>
        <w:rPr>
          <w:rFonts w:ascii="Courier New" w:hAnsi="Courier New" w:cs="Courier New"/>
          <w:b/>
          <w:sz w:val="20"/>
          <w:szCs w:val="20"/>
          <w:lang w:val="en-US"/>
        </w:rPr>
        <w:t>FC</w:t>
      </w:r>
      <w:r>
        <w:rPr>
          <w:rFonts w:ascii="Courier New" w:hAnsi="Courier New" w:cs="Courier New"/>
          <w:sz w:val="20"/>
          <w:szCs w:val="20"/>
          <w:lang w:val="en-US"/>
        </w:rPr>
        <w:t>]..[</w:t>
      </w:r>
      <w:r>
        <w:rPr>
          <w:rFonts w:ascii="Courier New" w:hAnsi="Courier New" w:cs="Courier New"/>
          <w:b/>
          <w:sz w:val="20"/>
          <w:szCs w:val="20"/>
          <w:lang w:val="en-US"/>
        </w:rPr>
        <w:t>FF</w:t>
      </w:r>
      <w:r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256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FF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x1</w:t>
      </w:r>
      <w:r>
        <w:rPr>
          <w:rFonts w:ascii="Courier New" w:hAnsi="Courier New" w:cs="Courier New"/>
          <w:sz w:val="20"/>
          <w:szCs w:val="20"/>
          <w:lang w:val="en-US"/>
        </w:rPr>
        <w:t>..</w:t>
      </w:r>
      <w:r>
        <w:rPr>
          <w:rFonts w:ascii="Courier New" w:hAnsi="Courier New" w:cs="Courier New"/>
          <w:b/>
          <w:sz w:val="20"/>
          <w:szCs w:val="20"/>
          <w:lang w:val="en-US"/>
        </w:rPr>
        <w:t>x4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br/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 xml:space="preserve">           └────────────┴──────┴────────┴────────┘</w:t>
      </w:r>
      <w:r>
        <w:rPr>
          <w:rFonts w:ascii="Courier New" w:hAnsi="Courier New" w:cs="Courier New"/>
          <w:sz w:val="20"/>
          <w:szCs w:val="20"/>
          <w:lang w:val="en-US"/>
        </w:rPr>
        <w:br/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For information on custom speed tables please refer to: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</w:t>
      </w:r>
      <w:hyperlink r:id="rId21" w:history="1">
        <w:r>
          <w:rPr>
            <w:rStyle w:val="Hypertextovprepojenie"/>
            <w:rFonts w:ascii="Courier New" w:hAnsi="Courier New" w:cs="Courier New"/>
            <w:sz w:val="20"/>
            <w:szCs w:val="20"/>
            <w:lang w:val="en-US"/>
          </w:rPr>
          <w:t>http://www.adlibtracker.net/files/techinfo.htm</w:t>
        </w:r>
      </w:hyperlink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>VI. SONG VARiABLES</w:t>
      </w:r>
      <w:r>
        <w:rPr>
          <w:rFonts w:ascii="Courier New" w:hAnsi="Courier New" w:cs="Courier New"/>
          <w:sz w:val="20"/>
          <w:szCs w:val="20"/>
          <w:lang w:val="en-US"/>
        </w:rPr>
        <w:t>       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SONGNAME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how should be the song called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maximal length of string is 42 characters.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COMPOSER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who was the creative person that made the song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maximal length of string is 42 characters.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iNSTRUMENTS, PATTERNS, ORDER LiST ENTRiES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These are just values for information about number of common items used.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cannot change them since they are calculated by the tracker.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SONG TEMPO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range 1-255, you can specify what will be the initial song tempo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value is decimal, the unit used is "frames per second" (Hz).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However, you can calculate the tempo also in "beats per minute" (BPM)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the following formula: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(tempo_in_Hz * 2.5) = tempo_in_BPM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SONG SPEED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range 1-FF, you can specify what will be the initial song speed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value is hexadecimal, the unit used is "frames per row".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There is also an Update switch beside the song speed field.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there, whether the song speed should be reset to "initial"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song loops back to order 0.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MACRODEF. x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optional range, you can specify what will be the multiplying factor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macro-definitions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i.e. 1 means that the macro commands will be triggered once per frame,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2 means twice per frame (speed-up is 2),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 3 means three times per frame (speed-up is 3), and so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TRACK VOLUME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 initial Volume Lock state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Volume Lock is set, you can also set its initial settings for all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available tracks in the Initial Lock Settings.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V, part "Lock track volume".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TRACK PANNiNG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 initial Panning Lock state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Panning Lock is set, you can also set its initial settings for all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available tracks in the Initial Lock Settings.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V, part "Lock track panning".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VOLUME PEAK LOCK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 initial Peak Lock state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Peak Lock is set, you can also set its initial settings for all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available tracks in the Initial Lock Settings.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For more information see chapter V, part "Lock volume peak".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4-OP TRACK EXTENSiON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whether to use the 4-operator track extension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on corresponding tracks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this adjusts the number of tracks if neccessary.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This mode is a bit complicated so it is recommended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to experiment to gain familiarity with making 4-op instruments :-)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TREMOLO DEPTH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 initial tremolo depth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See also chapter V, part "Tremolo".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ViBRATO DEPTH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 initial vibrato depth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See also chapter V, part "Vibrato".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PATTERN LENGTH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range 1-256, you can specify what will be the pattern length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the pattern length value affects whole song.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NUMBER OF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With range 1-20, you can specify what will be the number of tracks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value above 18 automatically toggles percussion mode 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PERCUSSiON TRACK EXTENSiON (BD,SD,TT,TC,HH)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whether to use 5 percussion tracks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Note that percussion mode automatically changes the number of tracks to 20,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but you can decrease the value as neccessary though.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This mode is slightly hard to use (particularly the "SD/TT/TC/HH" tracks)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so it is not recommended unless you know how it works or gain familiarity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 with it after several experiments :-)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VOLUME SCALiNG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(iMPORTANT OPTiON)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whether to use volume scaling mode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Volume scaling mode differs from default mode in handling the volume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performing effect commands. When in default mode, the volume is set 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value requested in effect column whatever is the base volume specified in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carrier or modulator cell of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in volume scaling mode, any change of volume with effect command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calculated as scaled base volume of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iNiTiAL LOCK SETTiNGS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specify the initial settings of Panning Lock, Volume Slide type,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Volume Lock, and Peak Lock for corresponding track 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>VII. GETTiNG STARTED</w:t>
      </w:r>
      <w:r>
        <w:rPr>
          <w:rFonts w:ascii="Courier New" w:hAnsi="Courier New" w:cs="Courier New"/>
          <w:sz w:val="20"/>
          <w:szCs w:val="20"/>
          <w:lang w:val="en-US"/>
        </w:rPr>
        <w:t>     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Any piece of music written with the /┤DLiB TR/┤CK3R ][ is built up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from patterns. Each pattern is built up from 1 to 18/20 tracks.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 pattern is 1 to 256 lines long. The line where the cursor is always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one you edit. If you need shorter patterns and you don't want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to shorten the overall pattern length in song variables,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use the Pattern Break effect command (Bxx).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A track is built up like this: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┌────┬───────────────────┬────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│</w:t>
      </w:r>
      <w:r>
        <w:rPr>
          <w:rFonts w:ascii="Courier New" w:hAnsi="Courier New" w:cs="Courier New"/>
          <w:b/>
          <w:sz w:val="20"/>
          <w:szCs w:val="20"/>
          <w:lang w:val="en-US"/>
        </w:rPr>
        <w:t>LiNE</w:t>
      </w:r>
      <w:r>
        <w:rPr>
          <w:rFonts w:ascii="Courier New" w:hAnsi="Courier New" w:cs="Courier New"/>
          <w:sz w:val="20"/>
          <w:szCs w:val="20"/>
          <w:lang w:val="en-US"/>
        </w:rPr>
        <w:t xml:space="preserve">│ </w:t>
      </w:r>
      <w:r>
        <w:rPr>
          <w:rFonts w:ascii="Courier New" w:hAnsi="Courier New" w:cs="Courier New"/>
          <w:b/>
          <w:sz w:val="20"/>
          <w:szCs w:val="20"/>
          <w:lang w:val="en-US"/>
        </w:rPr>
        <w:t>1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├────┼───────────────────┼────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37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···  ··  ···  ··· │ ···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38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A#5  01  ···  ··· │ ···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39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A-4  ··  330  ··· │ C-2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3A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···  ··  300  ··· │ ---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3B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···  ··  300  ··· │ ···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3C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···  ··  ···  ··· │ D#2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3D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D#1  02  ···  ··· │ ---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3E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C-2  01  ···  ··· │ ···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 current ──&gt;│ </w:t>
      </w:r>
      <w:r>
        <w:rPr>
          <w:rFonts w:ascii="Courier New" w:hAnsi="Courier New" w:cs="Courier New"/>
          <w:b/>
          <w:sz w:val="20"/>
          <w:szCs w:val="20"/>
          <w:highlight w:val="lightGray"/>
          <w:lang w:val="en-US"/>
        </w:rPr>
        <w:t>3F</w:t>
      </w:r>
      <w:r>
        <w:rPr>
          <w:rFonts w:ascii="Courier New" w:hAnsi="Courier New" w:cs="Courier New"/>
          <w:sz w:val="20"/>
          <w:szCs w:val="20"/>
          <w:highlight w:val="lightGray"/>
          <w:lang w:val="en-US"/>
        </w:rPr>
        <w:t xml:space="preserve"> │ C-4  01  C20  201 │ C-2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 line       │    │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│    │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└────┴───────────────────┴────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 ^    ^   ^    ^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 │    │   │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 │    │   │    └─ effect command 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 note ─┘    │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 │   └─ effect command 1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           └─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C-4 is the note being played at pattern position 3F,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01 is the instrument number, and the following six digits are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two effect commands, in this case, Set Volume to 20 Hex, and Frequency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Slide Down by 1 unit per frame. Remember that values for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and effects are always hexadecimal!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enter the note by switching into MBoard mode while the song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is Stopped or while the song is Paused with no Trace or by setting this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mode OFF (Shift+Space to toggle) then by just typing the note into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corresponding fields.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Likewise, you can either type in the instrument number.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instrument number corresponds to the active instrument.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You can check the active instrumet at the bottom of main screen or directly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 the Instrument Control panel.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If in MBoard mode, this will be entered automatically when a note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is entered through the keyboard (MBoard keys).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Typing in the instrument number (if "update_ins" option is ON) will affect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numbers in following lines and the active instrument in Instrument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Control panel. After you have edited all your patterns, you have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to determine the pattern order. For that simply use the Pattern Order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editor. Enter (while the song is Stopped or while it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Played with no Trace) will toggle the Pattern Order editor.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Furthermore, you can define a restart position.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Here's an example: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Let's say you have entered three patterns (numbers 0, 1 and 2) and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want to play the pattern 2 twice, then pattern 0 and finally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pattern number 1 three times. Afterwards the music should start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from order 2 (with the pattern 0) again.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Edit the pattern order like this: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┌───────────────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highlight w:val="lightGray"/>
          <w:lang w:val="en-US"/>
        </w:rPr>
        <w:t>00</w:t>
      </w:r>
      <w:r>
        <w:rPr>
          <w:rFonts w:ascii="Courier New" w:hAnsi="Courier New" w:cs="Courier New"/>
          <w:sz w:val="20"/>
          <w:szCs w:val="20"/>
          <w:highlight w:val="lightGray"/>
          <w:lang w:val="en-US"/>
        </w:rPr>
        <w:t xml:space="preserve"> 02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04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01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01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02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05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01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02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00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06</w:t>
      </w:r>
      <w:r>
        <w:rPr>
          <w:rFonts w:ascii="Courier New" w:hAnsi="Courier New" w:cs="Courier New"/>
          <w:sz w:val="20"/>
          <w:szCs w:val="20"/>
          <w:lang w:val="en-US"/>
        </w:rPr>
        <w:t xml:space="preserve"> 82 &lt;──── jump to order 2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03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01 │ </w:t>
      </w:r>
      <w:r>
        <w:rPr>
          <w:rFonts w:ascii="Courier New" w:hAnsi="Courier New" w:cs="Courier New"/>
          <w:b/>
          <w:sz w:val="20"/>
          <w:szCs w:val="20"/>
          <w:lang w:val="en-US"/>
        </w:rPr>
        <w:t>07</w:t>
      </w:r>
      <w:r>
        <w:rPr>
          <w:rFonts w:ascii="Courier New" w:hAnsi="Courier New" w:cs="Courier New"/>
          <w:sz w:val="20"/>
          <w:szCs w:val="20"/>
          <w:lang w:val="en-US"/>
        </w:rPr>
        <w:t xml:space="preserve"> 80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└───────────────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 ^  ^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 │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               │  └─ pattern number (entry)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 order number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To enter the notes /┤DLiB TR/┤CK3R ][ uses a piano-like keyboard layout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in MBoard mode (see chapter III, part "I" for the layout).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The program supports 8 octaves. You can see the active octave in the bottom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of main screen or directly in the Octave Control panel.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When both MBoard and Tracking mode are OFF, you can type in the notes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into their corresponding fields.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>VIII. USEFUL TiPS</w:t>
      </w:r>
      <w:r>
        <w:rPr>
          <w:rFonts w:ascii="Courier New" w:hAnsi="Courier New" w:cs="Courier New"/>
          <w:sz w:val="20"/>
          <w:szCs w:val="20"/>
          <w:lang w:val="en-US"/>
        </w:rPr>
        <w:t>        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</w:t>
      </w:r>
      <w:r>
        <w:rPr>
          <w:rFonts w:ascii="Courier New" w:hAnsi="Courier New" w:cs="Courier New"/>
          <w:sz w:val="20"/>
          <w:szCs w:val="20"/>
          <w:lang w:val="en-US"/>
        </w:rPr>
        <w:t>   The tracker is capable of highlighting corresponding lines.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You can toggle this mode on-and-off with Alt+M, and setup by Alt+L.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2</w:t>
      </w:r>
      <w:r>
        <w:rPr>
          <w:rFonts w:ascii="Courier New" w:hAnsi="Courier New" w:cs="Courier New"/>
          <w:sz w:val="20"/>
          <w:szCs w:val="20"/>
          <w:lang w:val="en-US"/>
        </w:rPr>
        <w:t>   You can preview an instrument before loading it.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the file open dialog or bank browser, use MBoard keys while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cursor is positioned on instrument you want to preview.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3</w:t>
      </w:r>
      <w:r>
        <w:rPr>
          <w:rFonts w:ascii="Courier New" w:hAnsi="Courier New" w:cs="Courier New"/>
          <w:sz w:val="20"/>
          <w:szCs w:val="20"/>
          <w:lang w:val="en-US"/>
        </w:rPr>
        <w:t>   When in Debug mode, you can trace the song row by row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with Space key from Pattern Editor as well as from Debug info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window toggled by holding Ctrl+Alt. When the song is played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with Trace, you can temporarily turn on Debug mode and process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row by row playing with Space key directly from Debug info window.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4</w:t>
      </w:r>
      <w:r>
        <w:rPr>
          <w:rFonts w:ascii="Courier New" w:hAnsi="Courier New" w:cs="Courier New"/>
          <w:sz w:val="20"/>
          <w:szCs w:val="20"/>
          <w:lang w:val="en-US"/>
        </w:rPr>
        <w:t>   When transposing patterns, it's sometimes useful to keep some of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notes intact from changes (e.g. drums).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You can do that by holding Right-Shift key while putting notes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using MBoard keys, or you can remark already put notes to-or-from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fixed state in single steps or in blocks by Shift+Enter.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5</w:t>
      </w:r>
      <w:r>
        <w:rPr>
          <w:rFonts w:ascii="Courier New" w:hAnsi="Courier New" w:cs="Courier New"/>
          <w:sz w:val="20"/>
          <w:szCs w:val="20"/>
          <w:lang w:val="en-US"/>
        </w:rPr>
        <w:t>   You can force /┤DLiB TR/┤CK3R ][ to behave like Scream Tracker 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FastTracker when typing in commands within the Pattern Editor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and Macro Editor window.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                        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┌────────────────────────┐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                 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ADTRACK2.iNi SETTiNGS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FOR DEFAULT MODE: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┌──────────────────┬──────┤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“command_typing=” AND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b/>
          <w:sz w:val="20"/>
          <w:szCs w:val="20"/>
          <w:lang w:val="en-US"/>
        </w:rPr>
        <w:t xml:space="preserve"> TYPiNG MODE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FLAG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“cycle_pattern=”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╞══════════════════╪══════╪════════════════════════╡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Adlib Tracker II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AT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   1/OFF      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FastTracker   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FT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   1/ON        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Scream Tracker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ST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      2/OFF           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└──────────────────┴──────┴────────────────────────┘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You can set each of these modes as default mode on program start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with corresponding settings in configuration file as shown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in the above table. You can, however, switch over these modes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anytime later, using respective combination of keys.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Please note that when you set command typing to 0 (mOrOn),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you cannot switch over any of these modes.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6</w:t>
      </w:r>
      <w:r>
        <w:rPr>
          <w:rFonts w:ascii="Courier New" w:hAnsi="Courier New" w:cs="Courier New"/>
          <w:sz w:val="20"/>
          <w:szCs w:val="20"/>
          <w:lang w:val="en-US"/>
        </w:rPr>
        <w:t>   You are reminded of changes you have made to the song.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the status window, a small diskette icon appears in case there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were changes since last loading or saving.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lastRenderedPageBreak/>
        <w:t> TiP 7</w:t>
      </w:r>
      <w:r>
        <w:rPr>
          <w:rFonts w:ascii="Courier New" w:hAnsi="Courier New" w:cs="Courier New"/>
          <w:sz w:val="20"/>
          <w:szCs w:val="20"/>
          <w:lang w:val="en-US"/>
        </w:rPr>
        <w:t>   You can get information about track properties while Playing,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Debugging, Tracking or even if song is Paused in the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upper area of Pattern Editor (beside corresponding track number).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┌─────┬──────────────────────────┐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()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panning Center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(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panning Left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&lt;─ if panning indicator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b/>
          <w:sz w:val="20"/>
          <w:szCs w:val="20"/>
          <w:lang w:val="en-US"/>
        </w:rPr>
        <w:t>)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panning Right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changes color, it means that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├─────┼──────────────────────────┤</w:t>
      </w:r>
      <w:r>
        <w:rPr>
          <w:rFonts w:ascii="Courier New" w:hAnsi="Courier New" w:cs="Courier New"/>
          <w:sz w:val="20"/>
          <w:szCs w:val="20"/>
          <w:lang w:val="en-US"/>
        </w:rPr>
        <w:t>   the Panning Lock has been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b/>
          <w:sz w:val="20"/>
          <w:szCs w:val="20"/>
          <w:lang w:val="en-US"/>
        </w:rPr>
        <w:t>1'4OP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first 4-op track (main)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activated/deactivated;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b/>
          <w:sz w:val="20"/>
          <w:szCs w:val="20"/>
          <w:lang w:val="en-US"/>
        </w:rPr>
        <w:t>2'4OP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second 4-op track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for more information,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BD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Bass Drum track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see chapter V, effect ZBx,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SD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Snare Drum track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and effect ZF9, and also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TT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Tom Tom track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chapter VI, part "Track Panning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TC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Top Cymbal track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Lock"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HH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Hi-Hat track    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├─────┼──────────────────────────┤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M^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Modulator volume slides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&lt;─ for more information,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C^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Carrier volume slides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see chapter V, effects ZF6,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&amp;^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Car w/ Mod volume slides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ZF7 and ZF8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├─────┼──────────────────────────┤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P+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Peak Lock active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&lt;─ for more information,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V+</w:t>
      </w:r>
      <w:r>
        <w:rPr>
          <w:rFonts w:ascii="Courier New" w:hAnsi="Courier New" w:cs="Courier New"/>
          <w:sz w:val="20"/>
          <w:szCs w:val="20"/>
          <w:lang w:val="en-US"/>
        </w:rPr>
        <w:t xml:space="preserve">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 xml:space="preserve"> Volume Lock active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│</w:t>
      </w:r>
      <w:r>
        <w:rPr>
          <w:rFonts w:ascii="Courier New" w:hAnsi="Courier New" w:cs="Courier New"/>
          <w:sz w:val="20"/>
          <w:szCs w:val="20"/>
          <w:lang w:val="en-US"/>
        </w:rPr>
        <w:t>   see chapter V, effect ZF2,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         </w:t>
      </w:r>
      <w:r>
        <w:rPr>
          <w:rFonts w:ascii="Courier New" w:hAnsi="Courier New" w:cs="Courier New"/>
          <w:color w:val="808080" w:themeColor="background1" w:themeShade="80"/>
          <w:sz w:val="20"/>
          <w:szCs w:val="20"/>
          <w:lang w:val="en-US"/>
        </w:rPr>
        <w:t>└─────┴──────────────────────────┘</w:t>
      </w:r>
      <w:r>
        <w:rPr>
          <w:rFonts w:ascii="Courier New" w:hAnsi="Courier New" w:cs="Courier New"/>
          <w:sz w:val="20"/>
          <w:szCs w:val="20"/>
          <w:lang w:val="en-US"/>
        </w:rPr>
        <w:t>   and effect ZF4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8</w:t>
      </w:r>
      <w:r>
        <w:rPr>
          <w:rFonts w:ascii="Courier New" w:hAnsi="Courier New" w:cs="Courier New"/>
          <w:sz w:val="20"/>
          <w:szCs w:val="20"/>
          <w:lang w:val="en-US"/>
        </w:rPr>
        <w:t>   You are able to gain different setups for corresponding directory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by creating directory-specific configuration.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Simply place your "ini" file where you want to use corresponding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setup, and run the tracker from within this directory (it's useful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to make a batch file there).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9</w:t>
      </w:r>
      <w:r>
        <w:rPr>
          <w:rFonts w:ascii="Courier New" w:hAnsi="Courier New" w:cs="Courier New"/>
          <w:sz w:val="20"/>
          <w:szCs w:val="20"/>
          <w:lang w:val="en-US"/>
        </w:rPr>
        <w:t>   You can use shortkey [BackSpace] for upper-dir and [\] for root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File Selector.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10</w:t>
      </w:r>
      <w:r>
        <w:rPr>
          <w:rFonts w:ascii="Courier New" w:hAnsi="Courier New" w:cs="Courier New"/>
          <w:sz w:val="20"/>
          <w:szCs w:val="20"/>
          <w:lang w:val="en-US"/>
        </w:rPr>
        <w:t>  You can play your songs one after another by pressing Shift+Enter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instead of Enter key in File Selector.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11</w:t>
      </w:r>
      <w:r>
        <w:rPr>
          <w:rFonts w:ascii="Courier New" w:hAnsi="Courier New" w:cs="Courier New"/>
          <w:sz w:val="20"/>
          <w:szCs w:val="20"/>
          <w:lang w:val="en-US"/>
        </w:rPr>
        <w:t>  While working with 4-op tracks, marking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Instrument Control panel will choose a set of instruments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for corresponding 4-op tracks. Two instruments will be then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always used as "current" instead of one.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You can keep track of them in the Instrument Control panel as well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as in the Status Line.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12</w:t>
      </w:r>
      <w:r>
        <w:rPr>
          <w:rFonts w:ascii="Courier New" w:hAnsi="Courier New" w:cs="Courier New"/>
          <w:sz w:val="20"/>
          <w:szCs w:val="20"/>
          <w:lang w:val="en-US"/>
        </w:rPr>
        <w:t>  While working with 4-op tracks, panning works within both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channels if you have used some AM connection at least in one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  of the two instruments. You are then able for example play some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operators in one channel and others elsewhere.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13</w:t>
      </w:r>
      <w:r>
        <w:rPr>
          <w:rFonts w:ascii="Courier New" w:hAnsi="Courier New" w:cs="Courier New"/>
          <w:sz w:val="20"/>
          <w:szCs w:val="20"/>
          <w:lang w:val="en-US"/>
        </w:rPr>
        <w:t>  While working with instrument macro-definitions, don't forget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to paste appropriate instrument data to FM-register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first in order to use it. You can do that with ^Enter key, which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pastes default instrument data to current row.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14</w:t>
      </w:r>
      <w:r>
        <w:rPr>
          <w:rFonts w:ascii="Courier New" w:hAnsi="Courier New" w:cs="Courier New"/>
          <w:sz w:val="20"/>
          <w:szCs w:val="20"/>
          <w:lang w:val="en-US"/>
        </w:rPr>
        <w:t>  While working with clipboard, you can use paste same copied object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to more pattern(s) quite easily. Simply copy the object to clipboard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as usual, and press [Alt][Shift] P key.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Then the Pattern List will appear, where you can select a single pattern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or multiple patterns with [Space] as a destination.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Then press Enter key to apply.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15</w:t>
      </w:r>
      <w:r>
        <w:rPr>
          <w:rFonts w:ascii="Courier New" w:hAnsi="Courier New" w:cs="Courier New"/>
          <w:sz w:val="20"/>
          <w:szCs w:val="20"/>
          <w:lang w:val="en-US"/>
        </w:rPr>
        <w:t>  You can load a pattern to a multiple destination--pattern(s) when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Pattern List and there are some marked patterns.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lastRenderedPageBreak/>
        <w:t>         Simply mark one or several patterns with [Space] and load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desired pattern file.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16</w:t>
      </w:r>
      <w:r>
        <w:rPr>
          <w:rFonts w:ascii="Courier New" w:hAnsi="Courier New" w:cs="Courier New"/>
          <w:sz w:val="20"/>
          <w:szCs w:val="20"/>
          <w:lang w:val="en-US"/>
        </w:rPr>
        <w:t>  If working with percussion mode (respect then :) percussion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tracks SD/TT/TC/HH may stop responding. Go to the File Variables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window and set the percussion mode switch off-and-on.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After 1-3 retries the tracks should start responding again.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17</w:t>
      </w:r>
      <w:r>
        <w:rPr>
          <w:rFonts w:ascii="Courier New" w:hAnsi="Courier New" w:cs="Courier New"/>
          <w:sz w:val="20"/>
          <w:szCs w:val="20"/>
          <w:lang w:val="en-US"/>
        </w:rPr>
        <w:t>  While testing/previewing an instrument within Instrument Control,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Instrument Editor or bank browser, you can check the macro table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key-off phase of this instrument. In order to do that,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hold [Ctrl] key before releasing the MBoard key, and note(s) will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trail in key-off phase until you release [Ctrl] key.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Furthermore, you can check the key-off phase with "key-off loop".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        In this case, hold the Ctrl+Alt keys pressed when releasing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the MBoard key.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18</w:t>
      </w:r>
      <w:r>
        <w:rPr>
          <w:rFonts w:ascii="Courier New" w:hAnsi="Courier New" w:cs="Courier New"/>
          <w:sz w:val="20"/>
          <w:szCs w:val="20"/>
          <w:lang w:val="en-US"/>
        </w:rPr>
        <w:t>  The tracker features both simple playback mode and playback mode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with synchronization. The advantage of synchro-playback is that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you can gain authentic and accurate sound at any time and any point.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The playback is synchronized everytime when it's neccassary, so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all the playing effects, song tempo, song speed, song timer a.o. are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just the same as they are when playing whole song from start.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The disadvantage is that it sometimes takes awhile (maybe longer :)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when playback synchronizes (depending on CPU and song structure)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Anyway, you can leave the sync-mode using [Alt] variant of playback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shortkey (i.e. Alt+F5, Alt+F8 and Alt+F9) even if the song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is already playing. Note that you can set up playing without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synchronization as the default action in configuration file (set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option "nosync_by_default" to ON).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19</w:t>
      </w:r>
      <w:r>
        <w:rPr>
          <w:rFonts w:ascii="Courier New" w:hAnsi="Courier New" w:cs="Courier New"/>
          <w:sz w:val="20"/>
          <w:szCs w:val="20"/>
          <w:lang w:val="en-US"/>
        </w:rPr>
        <w:t>  You can play the current pattern in single-playing mode.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It means, that you are able to play patterns that are not signed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pattern order. The whole pattern is played with repeating then.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You can toggle this playback mode with Alt+F6.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20</w:t>
      </w:r>
      <w:r>
        <w:rPr>
          <w:rFonts w:ascii="Courier New" w:hAnsi="Courier New" w:cs="Courier New"/>
          <w:sz w:val="20"/>
          <w:szCs w:val="20"/>
          <w:lang w:val="en-US"/>
        </w:rPr>
        <w:t>  If working with macro-definitions, you can disable one or more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columns in FM-register table. This is useful when you need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to change only single or a few parameters (i.e. volume fading,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pitch sliding) with macro-definitions and other parameters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with pattern effects. This mode works similary as disabling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in Pattern Editor, but using Ctrl+Backspace for single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ON/OFF instead.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21</w:t>
      </w:r>
      <w:r>
        <w:rPr>
          <w:rFonts w:ascii="Courier New" w:hAnsi="Courier New" w:cs="Courier New"/>
          <w:sz w:val="20"/>
          <w:szCs w:val="20"/>
          <w:lang w:val="en-US"/>
        </w:rPr>
        <w:t>  When making macro-instruments, it's sometimes useful to reset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the ADSR envelope several times during macro-cycle. You can do this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by setting the note retrigger for appropriate row of macro-table;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Ctrl+N toggles ON the retrigger for corresponding row and Ctrl+Alt+N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   resets flags on all rows.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22</w:t>
      </w:r>
      <w:r>
        <w:rPr>
          <w:rFonts w:ascii="Courier New" w:hAnsi="Courier New" w:cs="Courier New"/>
          <w:sz w:val="20"/>
          <w:szCs w:val="20"/>
          <w:lang w:val="en-US"/>
        </w:rPr>
        <w:t>  You can control the playback from within the Instrument Control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panel. Following commands are functional: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F5               Play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F6               Pause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F7               Stop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F9               Play current pattern or order only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[Ctrl] Home,End  * Skip to previous/next pattern while Tracing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+,-              * Same as above; play pattern from start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NOTE: Commands marked with asterisk (*) work only while the name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       of instrument is not being edited.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lastRenderedPageBreak/>
        <w:t> TiP 23</w:t>
      </w:r>
      <w:r>
        <w:rPr>
          <w:rFonts w:ascii="Courier New" w:hAnsi="Courier New" w:cs="Courier New"/>
          <w:sz w:val="20"/>
          <w:szCs w:val="20"/>
          <w:lang w:val="en-US"/>
        </w:rPr>
        <w:t>  You can control current instrument directly in Macro Editor window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        using Ctrl+[] keys. It is even possible to control current instrument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and octave while in macro-preview mode.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TiP 24</w:t>
      </w:r>
      <w:r>
        <w:rPr>
          <w:rFonts w:ascii="Courier New" w:hAnsi="Courier New" w:cs="Courier New"/>
          <w:sz w:val="20"/>
          <w:szCs w:val="20"/>
          <w:lang w:val="en-US"/>
        </w:rPr>
        <w:t>  When working with /┤DLiB TR/┤CK3R ][ native bank files (A2B, A2W),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you can force loading complete bank instead of going to bank browser.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This can be done easily by pressing Shift+Enter instead of Enter key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        in File Selector.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TiP 25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All options from config file can be controlled also directly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from command line. Syntax for usage is as following: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  "adtrack2.exe [[/cfg:option] [...]]"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  e.g. "adtrack2.exe /cfg:sdl_screen_mode=2 /cfg: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sdl_frame_rate</w:t>
      </w:r>
      <w:r>
        <w:rPr>
          <w:rFonts w:ascii="Courier New" w:hAnsi="Courier New" w:cs="Courier New"/>
          <w:sz w:val="20"/>
          <w:szCs w:val="20"/>
          <w:lang w:val="en-US"/>
        </w:rPr>
        <w:t>=150"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TiP 26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When deleting notes in Note Recorder mode, you can fast-forward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or rewind playback while deleting them. All you need to do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press Up or Down key while still holding the Backspace key.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Furthermore, you can delete all notes within marked group of tracks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at once with pressing Ctrl+Backspace.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TiP 27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When deleting notes in Note Recorder mode, you can fast-forward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or rewind playback while deleting them. All you need to do is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press Up or Down key while still holding the Backspace key.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sz w:val="20"/>
          <w:szCs w:val="20"/>
          <w:lang w:val="en-US"/>
        </w:rPr>
        <w:t>TiP 28</w:t>
      </w:r>
      <w:r>
        <w:rPr>
          <w:rFonts w:ascii="Courier New" w:hAnsi="Courier New" w:cs="Courier New"/>
          <w:sz w:val="20"/>
          <w:szCs w:val="20"/>
          <w:lang w:val="en-US"/>
        </w:rPr>
        <w:t xml:space="preserve">  When working with banks containing 4OP instruments, it may be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sometimes useful to put instrument data from one of the 2 paired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instruments only. This can be done by pressing Shift+Enter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instead of Enter (which puts instrument data for complete 4OP pair).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>IX. KNOWN PROBLEMS</w:t>
      </w:r>
      <w:r>
        <w:rPr>
          <w:rFonts w:ascii="Courier New" w:hAnsi="Courier New" w:cs="Courier New"/>
          <w:sz w:val="20"/>
          <w:szCs w:val="20"/>
          <w:lang w:val="en-US"/>
        </w:rPr>
        <w:t>       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There are no major issues known for this version of program </w:t>
      </w:r>
      <w:r>
        <w:rPr>
          <w:rFonts w:ascii="Courier New" w:hAnsi="Courier New" w:cs="Courier New"/>
          <w:sz w:val="20"/>
          <w:szCs w:val="20"/>
          <w:lang w:val="en-US"/>
        </w:rPr>
        <w:sym w:font="Wingdings" w:char="F04A"/>
      </w:r>
      <w:r>
        <w:rPr>
          <w:rFonts w:ascii="Courier New" w:hAnsi="Courier New" w:cs="Courier New"/>
          <w:sz w:val="20"/>
          <w:szCs w:val="20"/>
          <w:lang w:val="en-US"/>
        </w:rPr>
        <w:br/>
      </w:r>
    </w:p>
    <w:p w:rsidR="001B3C93" w:rsidRDefault="00AC2B65">
      <w:pPr>
        <w:pStyle w:val="Obyajntext"/>
        <w:spacing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 xml:space="preserve"> REMiNDER</w:t>
      </w:r>
      <w:r>
        <w:rPr>
          <w:rFonts w:ascii="Courier New" w:hAnsi="Courier New" w:cs="Courier New"/>
          <w:sz w:val="20"/>
          <w:szCs w:val="20"/>
          <w:lang w:val="en-US"/>
        </w:rPr>
        <w:br/>
        <w:t> ────────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If you are encountering any problem with this program, please send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a bugreport to my email address (stated below in this document)</w:t>
      </w:r>
      <w:r>
        <w:rPr>
          <w:rFonts w:ascii="Courier New" w:hAnsi="Courier New" w:cs="Courier New"/>
          <w:b/>
          <w:sz w:val="20"/>
          <w:szCs w:val="20"/>
          <w:lang w:val="en-US"/>
        </w:rPr>
        <w:t>.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┌────────────────────────∙∙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∙ </w:t>
      </w:r>
      <w:r>
        <w:rPr>
          <w:rFonts w:ascii="Courier New" w:hAnsi="Courier New" w:cs="Courier New"/>
          <w:b/>
          <w:sz w:val="20"/>
          <w:szCs w:val="20"/>
          <w:lang w:val="en-US"/>
        </w:rPr>
        <w:t>X. EPiLOGUE</w:t>
      </w:r>
      <w:r>
        <w:rPr>
          <w:rFonts w:ascii="Courier New" w:hAnsi="Courier New" w:cs="Courier New"/>
          <w:sz w:val="20"/>
          <w:szCs w:val="20"/>
          <w:lang w:val="en-US"/>
        </w:rPr>
        <w:t>                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 ∙∙─────────────────┘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r>
        <w:rPr>
          <w:rFonts w:ascii="Courier New" w:hAnsi="Courier New" w:cs="Courier New"/>
          <w:b/>
          <w:sz w:val="20"/>
          <w:szCs w:val="20"/>
          <w:lang w:val="en-US"/>
        </w:rPr>
        <w:t>HONEST 'THANK YOU' TO FOLLOWiNG PEOPLE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──────────────────────────────────────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(in random order</w:t>
      </w:r>
      <w:r>
        <w:rPr>
          <w:rFonts w:ascii="Courier New" w:hAnsi="Courier New" w:cs="Courier New"/>
          <w:sz w:val="20"/>
          <w:szCs w:val="20"/>
        </w:rPr>
        <w:t>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Florian Klaempfl and others [Free Pascal Compiler 2.6.4]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Simple DirectMedia Layer [SDL 1.2.15]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Daniel F. Moisset [SDL4Freepascal-1.2.0.0]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Alexey Khokholov [NukedOPL3 1.6]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Haruhiko Okomura &amp; Haruyasu Yoshizaki [LZH algorithm]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de-DE"/>
        </w:rPr>
        <w:t>Markus Oberhumer, Laszlo Molnar &amp; John Reiser [UPX 3.91w]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 (further in alphabetical order </w:t>
      </w:r>
      <w:r>
        <w:rPr>
          <w:rFonts w:ascii="Courier New" w:hAnsi="Courier New" w:cs="Courier New"/>
          <w:sz w:val="20"/>
          <w:szCs w:val="20"/>
          <w:lang w:val="en-US"/>
        </w:rPr>
        <w:sym w:font="Wingdings" w:char="F04A"/>
      </w:r>
      <w:r>
        <w:rPr>
          <w:rFonts w:ascii="Courier New" w:hAnsi="Courier New" w:cs="Courier New"/>
          <w:sz w:val="20"/>
          <w:szCs w:val="20"/>
          <w:lang w:val="de-DE"/>
        </w:rPr>
        <w:t>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lastRenderedPageBreak/>
        <w:t> 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Daniel Illgen (insane/Altair)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David Cohen (Diode Milliampere)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Dmitry Smagin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Janwillem Jagersma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Florian Jung (Windfisch)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de-DE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Maan M. Hamze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de-DE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Mikkel Hastrup (encore)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Nick Balega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PissMasterPlus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Slawomir Bubel (Malfunction/Altair)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Sven Renner (NeuralNET)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Tyler Montbriand (Corona688)</w:t>
      </w: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> GET THE LATEST VERSiON FROM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───────────────────────────</w:t>
      </w:r>
    </w:p>
    <w:p w:rsidR="001B3C93" w:rsidRDefault="00AC2B65">
      <w:pPr>
        <w:spacing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  <w:hyperlink r:id="rId22" w:history="1">
        <w:r>
          <w:rPr>
            <w:rStyle w:val="Hypertextovprepojenie"/>
            <w:rFonts w:ascii="Courier New" w:hAnsi="Courier New" w:cs="Courier New"/>
            <w:sz w:val="20"/>
            <w:szCs w:val="20"/>
            <w:lang w:val="en-US"/>
          </w:rPr>
          <w:t>http://www.adlibtracker.net</w:t>
        </w:r>
      </w:hyperlink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For complete AT2 revision history please refer to:</w:t>
      </w:r>
    </w:p>
    <w:p w:rsidR="001B3C93" w:rsidRDefault="00AC2B65">
      <w:pPr>
        <w:spacing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hyperlink r:id="rId23" w:history="1">
        <w:r>
          <w:rPr>
            <w:rStyle w:val="Hypertextovprepojenie"/>
            <w:rFonts w:ascii="Courier New" w:hAnsi="Courier New" w:cs="Courier New"/>
            <w:sz w:val="20"/>
            <w:szCs w:val="20"/>
            <w:lang w:val="en-US"/>
          </w:rPr>
          <w:t>http://www.adlibtracker.net/files/revision.htm</w:t>
        </w:r>
      </w:hyperlink>
      <w:r>
        <w:rPr>
          <w:rFonts w:ascii="Courier New" w:hAnsi="Courier New" w:cs="Courier New"/>
          <w:sz w:val="20"/>
          <w:szCs w:val="20"/>
          <w:lang w:val="en-US"/>
        </w:rPr>
        <w:br/>
      </w:r>
    </w:p>
    <w:p w:rsidR="001B3C93" w:rsidRDefault="00AC2B65">
      <w:pPr>
        <w:spacing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For complete AT2 file format description please refer to:</w:t>
      </w:r>
      <w:r>
        <w:rPr>
          <w:rFonts w:ascii="Courier New" w:hAnsi="Courier New" w:cs="Courier New"/>
          <w:sz w:val="20"/>
          <w:szCs w:val="20"/>
          <w:lang w:val="en-US"/>
        </w:rPr>
        <w:br/>
        <w:t xml:space="preserve"> </w:t>
      </w:r>
      <w:hyperlink r:id="rId24" w:history="1">
        <w:r>
          <w:rPr>
            <w:rStyle w:val="Hypertextovprepojenie"/>
            <w:rFonts w:ascii="Courier New" w:hAnsi="Courier New" w:cs="Courier New"/>
            <w:sz w:val="20"/>
            <w:szCs w:val="20"/>
            <w:lang w:val="en-US"/>
          </w:rPr>
          <w:t>http://www.adlibtracker.net/files/techinfo.htm</w:t>
        </w:r>
      </w:hyperlink>
    </w:p>
    <w:p w:rsidR="001B3C93" w:rsidRDefault="001B3C93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                                                                          ∙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∙                                                                           │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└────────────────∙∙           ∙∙──────────∙∙                 ∙∙─────────────┘</w:t>
      </w:r>
    </w:p>
    <w:p w:rsidR="001B3C93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 </w:t>
      </w:r>
    </w:p>
    <w:p w:rsidR="00AC2B65" w:rsidRDefault="00AC2B65">
      <w:pPr>
        <w:pStyle w:val="Obyajntext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This document was last updated on December </w:t>
      </w:r>
      <w:r w:rsidR="008F094F">
        <w:rPr>
          <w:rFonts w:ascii="Courier New" w:hAnsi="Courier New" w:cs="Courier New"/>
          <w:sz w:val="20"/>
          <w:szCs w:val="20"/>
          <w:lang w:val="en-US"/>
        </w:rPr>
        <w:t>28, 2024</w:t>
      </w:r>
      <w:r>
        <w:rPr>
          <w:rFonts w:ascii="Courier New" w:hAnsi="Courier New" w:cs="Courier New"/>
          <w:sz w:val="20"/>
          <w:szCs w:val="20"/>
          <w:lang w:val="en-US"/>
        </w:rPr>
        <w:t>.</w:t>
      </w:r>
    </w:p>
    <w:sectPr w:rsidR="00AC2B6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93A" w:rsidRDefault="009D793A">
      <w:pPr>
        <w:spacing w:after="0" w:line="240" w:lineRule="auto"/>
        <w:rPr>
          <w:lang w:val="en-US"/>
        </w:rPr>
      </w:pPr>
      <w:r>
        <w:rPr>
          <w:lang w:val="en-US"/>
        </w:rPr>
        <w:separator/>
      </w:r>
    </w:p>
  </w:endnote>
  <w:endnote w:type="continuationSeparator" w:id="0">
    <w:p w:rsidR="009D793A" w:rsidRDefault="009D793A">
      <w:pPr>
        <w:spacing w:after="0" w:line="240" w:lineRule="auto"/>
        <w:rPr>
          <w:lang w:val="en-US"/>
        </w:rPr>
      </w:pPr>
      <w:r>
        <w:rPr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93A" w:rsidRDefault="009D793A">
      <w:pPr>
        <w:spacing w:after="0" w:line="240" w:lineRule="auto"/>
        <w:rPr>
          <w:lang w:val="en-US"/>
        </w:rPr>
      </w:pPr>
      <w:r>
        <w:rPr>
          <w:lang w:val="en-US"/>
        </w:rPr>
        <w:separator/>
      </w:r>
    </w:p>
  </w:footnote>
  <w:footnote w:type="continuationSeparator" w:id="0">
    <w:p w:rsidR="009D793A" w:rsidRDefault="009D793A">
      <w:pPr>
        <w:spacing w:after="0" w:line="240" w:lineRule="auto"/>
        <w:rPr>
          <w:lang w:val="en-US"/>
        </w:rPr>
      </w:pPr>
      <w:r>
        <w:rPr>
          <w:lang w:val="en-US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hyphenationZone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8F094F"/>
    <w:rsid w:val="001B3C93"/>
    <w:rsid w:val="00807E3E"/>
    <w:rsid w:val="008F094F"/>
    <w:rsid w:val="009B6238"/>
    <w:rsid w:val="009D793A"/>
    <w:rsid w:val="00AC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Pr>
      <w:rFonts w:ascii="Times New Roman" w:hAnsi="Times New Roman" w:cs="Times New Roman" w:hint="default"/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Pr>
      <w:rFonts w:ascii="Times New Roman" w:hAnsi="Times New Roman" w:cs="Times New Roman" w:hint="default"/>
      <w:color w:val="800080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ascii="Times New Roman" w:eastAsiaTheme="minorEastAsia" w:hAnsi="Times New Roman" w:cs="Times New Roman" w:hint="default"/>
    </w:rPr>
  </w:style>
  <w:style w:type="paragraph" w:styleId="Hlavika">
    <w:name w:val="header"/>
    <w:basedOn w:val="Normlny"/>
    <w:link w:val="HlavikaChar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Times New Roman" w:hAnsi="Times New Roman" w:cs="Times New Roman" w:hint="default"/>
    </w:rPr>
  </w:style>
  <w:style w:type="paragraph" w:styleId="Pta">
    <w:name w:val="footer"/>
    <w:basedOn w:val="Normlny"/>
    <w:link w:val="PtaChar"/>
    <w:uiPriority w:val="99"/>
    <w:semiHidden/>
    <w:unhideWhenUsed/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Times New Roman" w:hAnsi="Times New Roman" w:cs="Times New Roman" w:hint="default"/>
    </w:rPr>
  </w:style>
  <w:style w:type="paragraph" w:styleId="Obyajntext">
    <w:name w:val="Plain Text"/>
    <w:basedOn w:val="Normlny"/>
    <w:link w:val="ObyajntextChar"/>
    <w:uiPriority w:val="99"/>
    <w:unhideWhenUsed/>
  </w:style>
  <w:style w:type="character" w:customStyle="1" w:styleId="ObyajntextChar">
    <w:name w:val="Obyčajný text Char"/>
    <w:basedOn w:val="Predvolenpsmoodseku"/>
    <w:link w:val="Obyajntext"/>
    <w:uiPriority w:val="99"/>
    <w:locked/>
    <w:rPr>
      <w:rFonts w:ascii="Consolas" w:hAnsi="Consolas" w:cs="Consolas" w:hint="default"/>
    </w:rPr>
  </w:style>
  <w:style w:type="paragraph" w:styleId="Textbubliny">
    <w:name w:val="Balloon Text"/>
    <w:basedOn w:val="Normlny"/>
    <w:link w:val="TextbublinyChar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 w:hint="default"/>
    </w:rPr>
  </w:style>
  <w:style w:type="paragraph" w:customStyle="1" w:styleId="msonormal0">
    <w:name w:val="msonormal"/>
    <w:basedOn w:val="Normlny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chpdefault">
    <w:name w:val="msochpdefault"/>
    <w:basedOn w:val="Normlny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papdefault">
    <w:name w:val="msopapdefault"/>
    <w:basedOn w:val="Normlny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Predvolenpsmoodseku"/>
    <w:link w:val="Textpoznmkypodiarou1"/>
    <w:uiPriority w:val="99"/>
    <w:semiHidden/>
    <w:locked/>
    <w:rPr>
      <w:rFonts w:ascii="Times New Roman" w:eastAsiaTheme="minorEastAsia" w:hAnsi="Times New Roman" w:cs="Times New Roman" w:hint="default"/>
    </w:rPr>
  </w:style>
  <w:style w:type="paragraph" w:customStyle="1" w:styleId="Textpoznmkypodiarou1">
    <w:name w:val="Text poznámky pod čiarou1"/>
    <w:basedOn w:val="Normlny"/>
    <w:link w:val="FootnoteTextChar"/>
  </w:style>
  <w:style w:type="character" w:customStyle="1" w:styleId="HeaderChar">
    <w:name w:val="Header Char"/>
    <w:basedOn w:val="Predvolenpsmoodseku"/>
    <w:link w:val="Hlavika1"/>
    <w:uiPriority w:val="99"/>
    <w:semiHidden/>
    <w:locked/>
    <w:rPr>
      <w:rFonts w:ascii="Times New Roman" w:eastAsiaTheme="minorEastAsia" w:hAnsi="Times New Roman" w:cs="Times New Roman" w:hint="default"/>
      <w:sz w:val="22"/>
      <w:szCs w:val="22"/>
    </w:rPr>
  </w:style>
  <w:style w:type="paragraph" w:customStyle="1" w:styleId="Hlavika1">
    <w:name w:val="Hlavička1"/>
    <w:basedOn w:val="Normlny"/>
    <w:link w:val="HeaderChar"/>
  </w:style>
  <w:style w:type="character" w:customStyle="1" w:styleId="FooterChar">
    <w:name w:val="Footer Char"/>
    <w:basedOn w:val="Predvolenpsmoodseku"/>
    <w:link w:val="Pta1"/>
    <w:uiPriority w:val="99"/>
    <w:semiHidden/>
    <w:locked/>
    <w:rPr>
      <w:rFonts w:ascii="Times New Roman" w:eastAsiaTheme="minorEastAsia" w:hAnsi="Times New Roman" w:cs="Times New Roman" w:hint="default"/>
      <w:sz w:val="22"/>
      <w:szCs w:val="22"/>
    </w:rPr>
  </w:style>
  <w:style w:type="paragraph" w:customStyle="1" w:styleId="Pta1">
    <w:name w:val="Päta1"/>
    <w:basedOn w:val="Normlny"/>
    <w:link w:val="FooterChar"/>
  </w:style>
  <w:style w:type="character" w:customStyle="1" w:styleId="PlainTextChar">
    <w:name w:val="Plain Text Char"/>
    <w:basedOn w:val="Predvolenpsmoodseku"/>
    <w:link w:val="Obyajntext1"/>
    <w:uiPriority w:val="99"/>
    <w:locked/>
    <w:rPr>
      <w:rFonts w:ascii="Consolas" w:eastAsiaTheme="minorEastAsia" w:hAnsi="Consolas" w:cs="Consolas" w:hint="default"/>
      <w:sz w:val="21"/>
      <w:szCs w:val="21"/>
    </w:rPr>
  </w:style>
  <w:style w:type="paragraph" w:customStyle="1" w:styleId="Obyajntext1">
    <w:name w:val="Obyčajný text1"/>
    <w:basedOn w:val="Normlny"/>
    <w:link w:val="PlainTextChar"/>
  </w:style>
  <w:style w:type="character" w:customStyle="1" w:styleId="BalloonTextChar">
    <w:name w:val="Balloon Text Char"/>
    <w:basedOn w:val="Predvolenpsmoodseku"/>
    <w:link w:val="Textbubliny1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bubliny1">
    <w:name w:val="Text bubliny1"/>
    <w:basedOn w:val="Normlny"/>
    <w:link w:val="BalloonTextChar"/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table" w:styleId="Mriekatabuky">
    <w:name w:val="Table Grid"/>
    <w:basedOn w:val="Normlnatabuka"/>
    <w:uiPriority w:val="59"/>
    <w:semiHidden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Pr>
      <w:rFonts w:ascii="Times New Roman" w:hAnsi="Times New Roman" w:cs="Times New Roman" w:hint="default"/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Pr>
      <w:rFonts w:ascii="Times New Roman" w:hAnsi="Times New Roman" w:cs="Times New Roman" w:hint="default"/>
      <w:color w:val="800080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ascii="Times New Roman" w:eastAsiaTheme="minorEastAsia" w:hAnsi="Times New Roman" w:cs="Times New Roman" w:hint="default"/>
    </w:rPr>
  </w:style>
  <w:style w:type="paragraph" w:styleId="Hlavika">
    <w:name w:val="header"/>
    <w:basedOn w:val="Normlny"/>
    <w:link w:val="HlavikaChar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Times New Roman" w:hAnsi="Times New Roman" w:cs="Times New Roman" w:hint="default"/>
    </w:rPr>
  </w:style>
  <w:style w:type="paragraph" w:styleId="Pta">
    <w:name w:val="footer"/>
    <w:basedOn w:val="Normlny"/>
    <w:link w:val="PtaChar"/>
    <w:uiPriority w:val="99"/>
    <w:semiHidden/>
    <w:unhideWhenUsed/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Times New Roman" w:hAnsi="Times New Roman" w:cs="Times New Roman" w:hint="default"/>
    </w:rPr>
  </w:style>
  <w:style w:type="paragraph" w:styleId="Obyajntext">
    <w:name w:val="Plain Text"/>
    <w:basedOn w:val="Normlny"/>
    <w:link w:val="ObyajntextChar"/>
    <w:uiPriority w:val="99"/>
    <w:unhideWhenUsed/>
  </w:style>
  <w:style w:type="character" w:customStyle="1" w:styleId="ObyajntextChar">
    <w:name w:val="Obyčajný text Char"/>
    <w:basedOn w:val="Predvolenpsmoodseku"/>
    <w:link w:val="Obyajntext"/>
    <w:uiPriority w:val="99"/>
    <w:locked/>
    <w:rPr>
      <w:rFonts w:ascii="Consolas" w:hAnsi="Consolas" w:cs="Consolas" w:hint="default"/>
    </w:rPr>
  </w:style>
  <w:style w:type="paragraph" w:styleId="Textbubliny">
    <w:name w:val="Balloon Text"/>
    <w:basedOn w:val="Normlny"/>
    <w:link w:val="TextbublinyChar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 w:hint="default"/>
    </w:rPr>
  </w:style>
  <w:style w:type="paragraph" w:customStyle="1" w:styleId="msonormal0">
    <w:name w:val="msonormal"/>
    <w:basedOn w:val="Normlny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chpdefault">
    <w:name w:val="msochpdefault"/>
    <w:basedOn w:val="Normlny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papdefault">
    <w:name w:val="msopapdefault"/>
    <w:basedOn w:val="Normlny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Predvolenpsmoodseku"/>
    <w:link w:val="Textpoznmkypodiarou1"/>
    <w:uiPriority w:val="99"/>
    <w:semiHidden/>
    <w:locked/>
    <w:rPr>
      <w:rFonts w:ascii="Times New Roman" w:eastAsiaTheme="minorEastAsia" w:hAnsi="Times New Roman" w:cs="Times New Roman" w:hint="default"/>
    </w:rPr>
  </w:style>
  <w:style w:type="paragraph" w:customStyle="1" w:styleId="Textpoznmkypodiarou1">
    <w:name w:val="Text poznámky pod čiarou1"/>
    <w:basedOn w:val="Normlny"/>
    <w:link w:val="FootnoteTextChar"/>
  </w:style>
  <w:style w:type="character" w:customStyle="1" w:styleId="HeaderChar">
    <w:name w:val="Header Char"/>
    <w:basedOn w:val="Predvolenpsmoodseku"/>
    <w:link w:val="Hlavika1"/>
    <w:uiPriority w:val="99"/>
    <w:semiHidden/>
    <w:locked/>
    <w:rPr>
      <w:rFonts w:ascii="Times New Roman" w:eastAsiaTheme="minorEastAsia" w:hAnsi="Times New Roman" w:cs="Times New Roman" w:hint="default"/>
      <w:sz w:val="22"/>
      <w:szCs w:val="22"/>
    </w:rPr>
  </w:style>
  <w:style w:type="paragraph" w:customStyle="1" w:styleId="Hlavika1">
    <w:name w:val="Hlavička1"/>
    <w:basedOn w:val="Normlny"/>
    <w:link w:val="HeaderChar"/>
  </w:style>
  <w:style w:type="character" w:customStyle="1" w:styleId="FooterChar">
    <w:name w:val="Footer Char"/>
    <w:basedOn w:val="Predvolenpsmoodseku"/>
    <w:link w:val="Pta1"/>
    <w:uiPriority w:val="99"/>
    <w:semiHidden/>
    <w:locked/>
    <w:rPr>
      <w:rFonts w:ascii="Times New Roman" w:eastAsiaTheme="minorEastAsia" w:hAnsi="Times New Roman" w:cs="Times New Roman" w:hint="default"/>
      <w:sz w:val="22"/>
      <w:szCs w:val="22"/>
    </w:rPr>
  </w:style>
  <w:style w:type="paragraph" w:customStyle="1" w:styleId="Pta1">
    <w:name w:val="Päta1"/>
    <w:basedOn w:val="Normlny"/>
    <w:link w:val="FooterChar"/>
  </w:style>
  <w:style w:type="character" w:customStyle="1" w:styleId="PlainTextChar">
    <w:name w:val="Plain Text Char"/>
    <w:basedOn w:val="Predvolenpsmoodseku"/>
    <w:link w:val="Obyajntext1"/>
    <w:uiPriority w:val="99"/>
    <w:locked/>
    <w:rPr>
      <w:rFonts w:ascii="Consolas" w:eastAsiaTheme="minorEastAsia" w:hAnsi="Consolas" w:cs="Consolas" w:hint="default"/>
      <w:sz w:val="21"/>
      <w:szCs w:val="21"/>
    </w:rPr>
  </w:style>
  <w:style w:type="paragraph" w:customStyle="1" w:styleId="Obyajntext1">
    <w:name w:val="Obyčajný text1"/>
    <w:basedOn w:val="Normlny"/>
    <w:link w:val="PlainTextChar"/>
  </w:style>
  <w:style w:type="character" w:customStyle="1" w:styleId="BalloonTextChar">
    <w:name w:val="Balloon Text Char"/>
    <w:basedOn w:val="Predvolenpsmoodseku"/>
    <w:link w:val="Textbubliny1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bubliny1">
    <w:name w:val="Text bubliny1"/>
    <w:basedOn w:val="Normlny"/>
    <w:link w:val="BalloonTextChar"/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table" w:styleId="Mriekatabuky">
    <w:name w:val="Table Grid"/>
    <w:basedOn w:val="Normlnatabuka"/>
    <w:uiPriority w:val="59"/>
    <w:semiHidden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adlibtracker.net/files/techinfo.ht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adlibtracker.net/files/techinfo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www.adlibtracker.net/files/revision.ht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adlibtracker.ne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T2_Compilation_Environment\git\package\ver\sdl\adtrack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F59D6-6C9C-404A-914E-F0C20D88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adtrack2</Template>
  <TotalTime>1</TotalTime>
  <Pages>44</Pages>
  <Words>14684</Words>
  <Characters>83703</Characters>
  <Application>Microsoft Office Word</Application>
  <DocSecurity>0</DocSecurity>
  <Lines>697</Lines>
  <Paragraphs>196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98191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subz3ro</dc:creator>
  <cp:lastModifiedBy>subz3ro</cp:lastModifiedBy>
  <cp:revision>1</cp:revision>
  <cp:lastPrinted>2024-12-28T15:11:00Z</cp:lastPrinted>
  <dcterms:created xsi:type="dcterms:W3CDTF">2024-12-28T15:12:00Z</dcterms:created>
  <dcterms:modified xsi:type="dcterms:W3CDTF">2024-12-28T15:13:00Z</dcterms:modified>
</cp:coreProperties>
</file>